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817"/>
      </w:tblGrid>
      <w:tr w:rsidR="00A629C9" w:rsidRPr="005C3823" w14:paraId="6392B845" w14:textId="77777777" w:rsidTr="00ED4A35">
        <w:trPr>
          <w:trHeight w:val="680"/>
        </w:trPr>
        <w:tc>
          <w:tcPr>
            <w:tcW w:w="2501" w:type="pct"/>
            <w:vAlign w:val="bottom"/>
          </w:tcPr>
          <w:p w14:paraId="1D08AA2E" w14:textId="1543FA89" w:rsidR="00A629C9" w:rsidRPr="005E43F4" w:rsidRDefault="00A629C9" w:rsidP="00BB442B">
            <w:pPr>
              <w:spacing w:after="0" w:line="240" w:lineRule="auto"/>
              <w:ind w:left="-108"/>
              <w:jc w:val="left"/>
              <w:rPr>
                <w:b/>
                <w:bCs/>
                <w:color w:val="ED6C4E" w:themeColor="accent3"/>
                <w:sz w:val="24"/>
                <w:szCs w:val="24"/>
                <w:lang w:val="de-DE"/>
              </w:rPr>
            </w:pPr>
            <w:r w:rsidRPr="005E43F4">
              <w:rPr>
                <w:sz w:val="24"/>
                <w:szCs w:val="24"/>
                <w:lang w:val="de-DE"/>
              </w:rPr>
              <w:br/>
            </w:r>
            <w:r w:rsidR="005E43F4" w:rsidRPr="005E43F4">
              <w:rPr>
                <w:b/>
                <w:bCs/>
                <w:sz w:val="28"/>
                <w:szCs w:val="28"/>
                <w:lang w:val="de-DE"/>
              </w:rPr>
              <w:t>F</w:t>
            </w:r>
            <w:r w:rsidR="00ED4A35">
              <w:rPr>
                <w:b/>
                <w:bCs/>
                <w:sz w:val="28"/>
                <w:szCs w:val="28"/>
                <w:lang w:val="de-DE"/>
              </w:rPr>
              <w:t xml:space="preserve">otos </w:t>
            </w:r>
            <w:r w:rsidR="00E069D6">
              <w:rPr>
                <w:b/>
                <w:bCs/>
                <w:sz w:val="28"/>
                <w:szCs w:val="28"/>
                <w:lang w:val="de-DE"/>
              </w:rPr>
              <w:t>und Bildunterschriften</w:t>
            </w:r>
            <w:r w:rsidR="00E069D6" w:rsidRPr="005E43F4">
              <w:rPr>
                <w:sz w:val="24"/>
                <w:szCs w:val="24"/>
                <w:lang w:val="de-DE"/>
              </w:rPr>
              <w:t xml:space="preserve"> </w:t>
            </w:r>
            <w:r w:rsidRPr="005E43F4">
              <w:rPr>
                <w:sz w:val="24"/>
                <w:szCs w:val="24"/>
                <w:lang w:val="de-DE"/>
              </w:rPr>
              <w:br/>
            </w:r>
            <w:proofErr w:type="spellStart"/>
            <w:r w:rsidRPr="005E43F4">
              <w:rPr>
                <w:sz w:val="24"/>
                <w:szCs w:val="24"/>
                <w:lang w:val="de-DE"/>
              </w:rPr>
              <w:t>Sanofi</w:t>
            </w:r>
            <w:proofErr w:type="spellEnd"/>
            <w:r w:rsidRPr="005E43F4">
              <w:rPr>
                <w:sz w:val="24"/>
                <w:szCs w:val="24"/>
                <w:lang w:val="de-DE"/>
              </w:rPr>
              <w:t xml:space="preserve"> Consumer </w:t>
            </w:r>
            <w:proofErr w:type="spellStart"/>
            <w:r w:rsidRPr="005E43F4">
              <w:rPr>
                <w:sz w:val="24"/>
                <w:szCs w:val="24"/>
                <w:lang w:val="de-DE"/>
              </w:rPr>
              <w:t>Healthcare</w:t>
            </w:r>
            <w:proofErr w:type="spellEnd"/>
            <w:r w:rsidRPr="005E43F4">
              <w:rPr>
                <w:sz w:val="24"/>
                <w:szCs w:val="24"/>
                <w:lang w:val="de-DE"/>
              </w:rPr>
              <w:t xml:space="preserve"> Deutschland</w:t>
            </w:r>
          </w:p>
        </w:tc>
        <w:tc>
          <w:tcPr>
            <w:tcW w:w="2499" w:type="pct"/>
            <w:vAlign w:val="bottom"/>
          </w:tcPr>
          <w:p w14:paraId="70756AE5" w14:textId="77777777" w:rsidR="00A629C9" w:rsidRPr="005C3823" w:rsidRDefault="00A629C9" w:rsidP="00BB442B">
            <w:pPr>
              <w:spacing w:after="0" w:line="240" w:lineRule="auto"/>
              <w:ind w:right="-57"/>
              <w:jc w:val="right"/>
              <w:rPr>
                <w:color w:val="ED6C4E" w:themeColor="accent3"/>
                <w:lang w:val="en-US"/>
              </w:rPr>
            </w:pPr>
            <w:r w:rsidRPr="005C3823">
              <w:rPr>
                <w:noProof/>
                <w:color w:val="ED6C4E" w:themeColor="accent3"/>
                <w:lang w:val="de-DE" w:eastAsia="de-DE"/>
              </w:rPr>
              <w:drawing>
                <wp:inline distT="0" distB="0" distL="0" distR="0" wp14:anchorId="2BFA3BA0" wp14:editId="5BF92180">
                  <wp:extent cx="1395091" cy="392687"/>
                  <wp:effectExtent l="0" t="0" r="2540" b="1270"/>
                  <wp:docPr id="1940209768" name="Grafik 1940209768" descr="Ein Bild, das lila, Dunkelheit, Magenta, violet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0209768" name="Grafik 1940209768" descr="Ein Bild, das lila, Dunkelheit, Magenta, violett enthält.&#10;&#10;Automatisch generierte Beschreibu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19" t="29176" r="13666" b="26395"/>
                          <a:stretch/>
                        </pic:blipFill>
                        <pic:spPr bwMode="auto">
                          <a:xfrm>
                            <a:off x="0" y="0"/>
                            <a:ext cx="1507808" cy="4244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B40A42" w14:textId="77777777" w:rsidR="00A629C9" w:rsidRPr="005C3823" w:rsidRDefault="00A629C9" w:rsidP="00A629C9">
      <w:pPr>
        <w:spacing w:after="0" w:line="240" w:lineRule="auto"/>
        <w:rPr>
          <w:rFonts w:ascii="Georgia" w:hAnsi="Georgia"/>
          <w:i/>
          <w:iCs/>
          <w:color w:val="7A00E6" w:themeColor="accent2"/>
          <w:sz w:val="36"/>
          <w:szCs w:val="36"/>
          <w:lang w:val="en-US"/>
        </w:rPr>
      </w:pPr>
    </w:p>
    <w:p w14:paraId="6214A9E6" w14:textId="6AEAB539" w:rsidR="007721CA" w:rsidRPr="00BD7CEA" w:rsidRDefault="00E069D6" w:rsidP="00856BCB">
      <w:pPr>
        <w:spacing w:after="0" w:line="240" w:lineRule="auto"/>
        <w:jc w:val="left"/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</w:pPr>
      <w:r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>Fotos zur Pressemitteilung:</w:t>
      </w:r>
      <w:r w:rsidR="00856BCB" w:rsidRPr="00856BCB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 xml:space="preserve"> </w:t>
      </w:r>
      <w:proofErr w:type="spellStart"/>
      <w:r w:rsidR="00856BCB" w:rsidRPr="00B16559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>Sanofi</w:t>
      </w:r>
      <w:proofErr w:type="spellEnd"/>
      <w:r w:rsidR="00856BCB" w:rsidRPr="00B16559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 xml:space="preserve"> Consumer </w:t>
      </w:r>
      <w:proofErr w:type="spellStart"/>
      <w:r w:rsidR="00856BCB" w:rsidRPr="00B16559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>Healthcare</w:t>
      </w:r>
      <w:proofErr w:type="spellEnd"/>
      <w:r w:rsidR="00856BCB" w:rsidRPr="00B16559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 xml:space="preserve"> eröffnet neues </w:t>
      </w:r>
      <w:r w:rsidR="00856BCB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>Büro</w:t>
      </w:r>
      <w:r w:rsidR="00856BCB" w:rsidRPr="00B16559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 xml:space="preserve"> i</w:t>
      </w:r>
      <w:r w:rsidR="00856BCB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>m</w:t>
      </w:r>
      <w:r w:rsidR="00856BCB" w:rsidRPr="00B16559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 xml:space="preserve"> Zentrum</w:t>
      </w:r>
      <w:r w:rsidR="00856BCB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 xml:space="preserve"> </w:t>
      </w:r>
      <w:r w:rsidR="00856BCB" w:rsidRPr="00B16559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>Frankfurt</w:t>
      </w:r>
      <w:r w:rsidR="00856BCB">
        <w:rPr>
          <w:rFonts w:ascii="Georgia" w:hAnsi="Georgia"/>
          <w:i/>
          <w:iCs/>
          <w:color w:val="7A00E6" w:themeColor="accent2"/>
          <w:sz w:val="36"/>
          <w:szCs w:val="36"/>
          <w:lang w:val="de-DE"/>
        </w:rPr>
        <w:t>s</w:t>
      </w:r>
    </w:p>
    <w:p w14:paraId="0312A27A" w14:textId="0139EBDF" w:rsidR="25754082" w:rsidRDefault="25754082" w:rsidP="25754082">
      <w:pPr>
        <w:spacing w:after="0" w:line="240" w:lineRule="auto"/>
        <w:contextualSpacing/>
        <w:rPr>
          <w:rFonts w:ascii="Georgia" w:hAnsi="Georgia"/>
          <w:i/>
          <w:iCs/>
          <w:color w:val="7A00E6" w:themeColor="accent2"/>
          <w:sz w:val="24"/>
          <w:szCs w:val="24"/>
          <w:lang w:val="de-DE"/>
        </w:rPr>
      </w:pPr>
    </w:p>
    <w:p w14:paraId="20980222" w14:textId="76A5DB1D" w:rsidR="003A16DA" w:rsidRDefault="003A16DA" w:rsidP="00B75380">
      <w:pPr>
        <w:spacing w:after="160" w:line="259" w:lineRule="auto"/>
        <w:jc w:val="left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53D3E7E3" wp14:editId="0901D6C4">
            <wp:extent cx="3600000" cy="2396140"/>
            <wp:effectExtent l="0" t="0" r="635" b="4445"/>
            <wp:docPr id="162681688" name="Grafik 3" descr="Ein Bild, das Menschliches Gesicht, Person, Lächel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81688" name="Grafik 3" descr="Ein Bild, das Menschliches Gesicht, Person, Lächeln, Kleidung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9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C0A59" w14:textId="680217DB" w:rsidR="0048730D" w:rsidRPr="00A3175B" w:rsidRDefault="0048730D" w:rsidP="0048730D">
      <w:pPr>
        <w:spacing w:after="160" w:line="259" w:lineRule="auto"/>
        <w:jc w:val="left"/>
        <w:rPr>
          <w:lang w:val="en-US"/>
        </w:rPr>
      </w:pPr>
      <w:r w:rsidRPr="00A3175B">
        <w:rPr>
          <w:lang w:val="en-US"/>
        </w:rPr>
        <w:t xml:space="preserve">Dr. Theresa von </w:t>
      </w:r>
      <w:proofErr w:type="spellStart"/>
      <w:r w:rsidRPr="00A3175B">
        <w:rPr>
          <w:lang w:val="en-US"/>
        </w:rPr>
        <w:t>Fugler</w:t>
      </w:r>
      <w:proofErr w:type="spellEnd"/>
      <w:r w:rsidRPr="00A3175B">
        <w:rPr>
          <w:lang w:val="en-US"/>
        </w:rPr>
        <w:t>, Managing Director Sanofi Consumer Health</w:t>
      </w:r>
      <w:r w:rsidR="005F6531">
        <w:rPr>
          <w:lang w:val="en-US"/>
        </w:rPr>
        <w:t>c</w:t>
      </w:r>
      <w:r w:rsidRPr="00A3175B">
        <w:rPr>
          <w:lang w:val="en-US"/>
        </w:rPr>
        <w:t>are ©</w:t>
      </w:r>
      <w:r w:rsidR="007706BA">
        <w:rPr>
          <w:lang w:val="en-US"/>
        </w:rPr>
        <w:t>S</w:t>
      </w:r>
      <w:bookmarkStart w:id="0" w:name="_GoBack"/>
      <w:bookmarkEnd w:id="0"/>
      <w:r w:rsidR="007706BA">
        <w:rPr>
          <w:lang w:val="en-US"/>
        </w:rPr>
        <w:t>anofi</w:t>
      </w:r>
    </w:p>
    <w:p w14:paraId="2D4382F7" w14:textId="77777777" w:rsidR="004350C2" w:rsidRPr="0048730D" w:rsidRDefault="004350C2" w:rsidP="00B75380">
      <w:pPr>
        <w:spacing w:after="160" w:line="259" w:lineRule="auto"/>
        <w:jc w:val="left"/>
        <w:rPr>
          <w:lang w:val="en-US"/>
        </w:rPr>
      </w:pPr>
    </w:p>
    <w:p w14:paraId="3D26A5F8" w14:textId="1F868AD3" w:rsidR="004350C2" w:rsidRDefault="004350C2" w:rsidP="00B75380">
      <w:pPr>
        <w:spacing w:after="160" w:line="259" w:lineRule="auto"/>
        <w:jc w:val="left"/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 wp14:anchorId="79E42064" wp14:editId="54E24F1C">
            <wp:extent cx="2400000" cy="3600000"/>
            <wp:effectExtent l="0" t="0" r="635" b="635"/>
            <wp:docPr id="101839303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393034" name="Grafik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4300">
        <w:rPr>
          <w:lang w:val="de-DE"/>
        </w:rPr>
        <w:t xml:space="preserve">  </w:t>
      </w:r>
      <w:r w:rsidR="001E4300">
        <w:rPr>
          <w:noProof/>
          <w:lang w:val="de-DE" w:eastAsia="de-DE"/>
        </w:rPr>
        <w:drawing>
          <wp:inline distT="0" distB="0" distL="0" distR="0" wp14:anchorId="14742838" wp14:editId="38DBFE0C">
            <wp:extent cx="3600000" cy="2400000"/>
            <wp:effectExtent l="0" t="0" r="635" b="635"/>
            <wp:docPr id="921481923" name="Grafik 3" descr="Ein Bild, das Mobiliar, Tisch, Inneneinricht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481923" name="Grafik 3" descr="Ein Bild, das Mobiliar, Tisch, Inneneinrichtung, Im Haus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141A7" w14:textId="12657D2B" w:rsidR="004350C2" w:rsidRDefault="00BC04E9" w:rsidP="00B75380">
      <w:pPr>
        <w:spacing w:after="160" w:line="259" w:lineRule="auto"/>
        <w:jc w:val="left"/>
        <w:rPr>
          <w:lang w:val="de-DE"/>
        </w:rPr>
      </w:pPr>
      <w:r w:rsidRPr="00BC04E9">
        <w:rPr>
          <w:lang w:val="de-DE"/>
        </w:rPr>
        <w:t>Das Work Café im dritten Obergeschoss lädt zum entspannten Zusammenarbeiten und zu Teamaktivitäten an der Kochstation ein. ©</w:t>
      </w:r>
      <w:proofErr w:type="spellStart"/>
      <w:r w:rsidR="007706BA">
        <w:rPr>
          <w:lang w:val="de-DE"/>
        </w:rPr>
        <w:t>Sanofi</w:t>
      </w:r>
      <w:proofErr w:type="spellEnd"/>
    </w:p>
    <w:p w14:paraId="26FE785D" w14:textId="24260A1F" w:rsidR="00624052" w:rsidRDefault="00624052" w:rsidP="57F539D3">
      <w:pPr>
        <w:spacing w:after="160" w:line="259" w:lineRule="auto"/>
        <w:jc w:val="left"/>
        <w:rPr>
          <w:i/>
          <w:iCs/>
          <w:lang w:val="de-DE"/>
        </w:rPr>
      </w:pPr>
    </w:p>
    <w:p w14:paraId="09182879" w14:textId="1C61BD2C" w:rsidR="00415CF7" w:rsidRPr="00624052" w:rsidRDefault="006929F3" w:rsidP="006929F3">
      <w:pPr>
        <w:spacing w:after="160" w:line="259" w:lineRule="auto"/>
        <w:jc w:val="left"/>
        <w:rPr>
          <w:i/>
          <w:iCs/>
          <w:lang w:val="de-DE"/>
        </w:rPr>
      </w:pPr>
      <w:r>
        <w:rPr>
          <w:i/>
          <w:iCs/>
          <w:noProof/>
          <w:lang w:val="de-DE" w:eastAsia="de-DE"/>
        </w:rPr>
        <w:lastRenderedPageBreak/>
        <w:drawing>
          <wp:inline distT="0" distB="0" distL="0" distR="0" wp14:anchorId="0BDF390F" wp14:editId="2C02D661">
            <wp:extent cx="3454121" cy="2482896"/>
            <wp:effectExtent l="0" t="0" r="635" b="0"/>
            <wp:docPr id="57569631" name="Grafik 4" descr="Ein Bild, das Kleidung, Person, Lächel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69631" name="Grafik 4" descr="Ein Bild, das Kleidung, Person, Lächeln, Mann enthält.&#10;&#10;Automatisch generierte Beschreibu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074" cy="250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FCF94" w14:textId="302FB8A8" w:rsidR="00EE4B70" w:rsidRDefault="00EE4B70" w:rsidP="00B75380">
      <w:pPr>
        <w:spacing w:after="160" w:line="259" w:lineRule="auto"/>
        <w:jc w:val="left"/>
        <w:rPr>
          <w:lang w:val="de-DE"/>
        </w:rPr>
      </w:pPr>
      <w:r>
        <w:rPr>
          <w:lang w:val="de-DE"/>
        </w:rPr>
        <w:t xml:space="preserve">v. l. </w:t>
      </w:r>
      <w:r w:rsidRPr="00624052">
        <w:rPr>
          <w:lang w:val="de-DE"/>
        </w:rPr>
        <w:t xml:space="preserve">Harry </w:t>
      </w:r>
      <w:proofErr w:type="spellStart"/>
      <w:r w:rsidRPr="00624052">
        <w:rPr>
          <w:lang w:val="de-DE"/>
        </w:rPr>
        <w:t>Gatterer</w:t>
      </w:r>
      <w:proofErr w:type="spellEnd"/>
      <w:r w:rsidRPr="00624052">
        <w:rPr>
          <w:lang w:val="de-DE"/>
        </w:rPr>
        <w:t xml:space="preserve"> (Geschäftsführer Zukunftsinstitut),</w:t>
      </w:r>
      <w:r w:rsidRPr="00EE4B70">
        <w:rPr>
          <w:lang w:val="de-DE"/>
        </w:rPr>
        <w:t xml:space="preserve"> </w:t>
      </w:r>
      <w:r w:rsidRPr="00624052">
        <w:rPr>
          <w:lang w:val="de-DE"/>
        </w:rPr>
        <w:t>Prof. Dr. Frank E.P. Dievernich (Vorstandsvorsitzender Polytechnische Gesellschaft),</w:t>
      </w:r>
      <w:r w:rsidR="003D7521" w:rsidRPr="003D7521">
        <w:rPr>
          <w:lang w:val="de-DE"/>
        </w:rPr>
        <w:t xml:space="preserve"> </w:t>
      </w:r>
      <w:r w:rsidR="000F25F2" w:rsidRPr="00624052">
        <w:rPr>
          <w:lang w:val="de-DE"/>
        </w:rPr>
        <w:t xml:space="preserve">Dr. Gabriela </w:t>
      </w:r>
      <w:proofErr w:type="spellStart"/>
      <w:r w:rsidR="000F25F2" w:rsidRPr="00624052">
        <w:rPr>
          <w:lang w:val="de-DE"/>
        </w:rPr>
        <w:t>Soskuty</w:t>
      </w:r>
      <w:proofErr w:type="spellEnd"/>
      <w:r w:rsidR="000F25F2" w:rsidRPr="00624052">
        <w:rPr>
          <w:lang w:val="de-DE"/>
        </w:rPr>
        <w:t xml:space="preserve"> (Vorsitzende Landesverband Hessen </w:t>
      </w:r>
      <w:proofErr w:type="spellStart"/>
      <w:r w:rsidR="000F25F2" w:rsidRPr="00624052">
        <w:rPr>
          <w:lang w:val="de-DE"/>
        </w:rPr>
        <w:t>Pharma</w:t>
      </w:r>
      <w:proofErr w:type="spellEnd"/>
      <w:r w:rsidR="000F25F2" w:rsidRPr="00624052">
        <w:rPr>
          <w:lang w:val="de-DE"/>
        </w:rPr>
        <w:t>),</w:t>
      </w:r>
      <w:r w:rsidR="000F25F2">
        <w:rPr>
          <w:lang w:val="de-DE"/>
        </w:rPr>
        <w:t xml:space="preserve"> </w:t>
      </w:r>
      <w:r w:rsidR="003D7521">
        <w:rPr>
          <w:lang w:val="de-DE"/>
        </w:rPr>
        <w:t xml:space="preserve">Denis </w:t>
      </w:r>
      <w:proofErr w:type="spellStart"/>
      <w:r w:rsidR="003D7521">
        <w:rPr>
          <w:lang w:val="de-DE"/>
        </w:rPr>
        <w:t>Mineret</w:t>
      </w:r>
      <w:proofErr w:type="spellEnd"/>
      <w:r w:rsidR="003D7521">
        <w:rPr>
          <w:lang w:val="de-DE"/>
        </w:rPr>
        <w:t xml:space="preserve"> (</w:t>
      </w:r>
      <w:r w:rsidR="003D7521" w:rsidRPr="004C0FB1">
        <w:rPr>
          <w:lang w:val="de-DE"/>
        </w:rPr>
        <w:t xml:space="preserve">Chief People Officer </w:t>
      </w:r>
      <w:proofErr w:type="spellStart"/>
      <w:r w:rsidR="003D7521" w:rsidRPr="004C0FB1">
        <w:rPr>
          <w:lang w:val="de-DE"/>
        </w:rPr>
        <w:t>Sanofi</w:t>
      </w:r>
      <w:proofErr w:type="spellEnd"/>
      <w:r w:rsidR="003D7521" w:rsidRPr="004C0FB1">
        <w:rPr>
          <w:lang w:val="de-DE"/>
        </w:rPr>
        <w:t xml:space="preserve"> Consumer </w:t>
      </w:r>
      <w:proofErr w:type="spellStart"/>
      <w:r w:rsidR="003D7521" w:rsidRPr="004C0FB1">
        <w:rPr>
          <w:lang w:val="de-DE"/>
        </w:rPr>
        <w:t>Healthcare</w:t>
      </w:r>
      <w:proofErr w:type="spellEnd"/>
      <w:r w:rsidR="003D7521" w:rsidRPr="004C0FB1">
        <w:rPr>
          <w:lang w:val="de-DE"/>
        </w:rPr>
        <w:t>)</w:t>
      </w:r>
      <w:r w:rsidR="003D7521">
        <w:rPr>
          <w:lang w:val="de-DE"/>
        </w:rPr>
        <w:t xml:space="preserve">, Paul Martingell (Head </w:t>
      </w:r>
      <w:proofErr w:type="spellStart"/>
      <w:r w:rsidR="003D7521">
        <w:rPr>
          <w:lang w:val="de-DE"/>
        </w:rPr>
        <w:t>of</w:t>
      </w:r>
      <w:proofErr w:type="spellEnd"/>
      <w:r w:rsidR="003D7521">
        <w:rPr>
          <w:lang w:val="de-DE"/>
        </w:rPr>
        <w:t xml:space="preserve"> Europe </w:t>
      </w:r>
      <w:proofErr w:type="spellStart"/>
      <w:r w:rsidR="003D7521">
        <w:rPr>
          <w:lang w:val="de-DE"/>
        </w:rPr>
        <w:t>and</w:t>
      </w:r>
      <w:proofErr w:type="spellEnd"/>
      <w:r w:rsidR="003D7521">
        <w:rPr>
          <w:lang w:val="de-DE"/>
        </w:rPr>
        <w:t xml:space="preserve"> </w:t>
      </w:r>
      <w:proofErr w:type="spellStart"/>
      <w:r w:rsidR="003D7521">
        <w:rPr>
          <w:lang w:val="de-DE"/>
        </w:rPr>
        <w:t>Latin</w:t>
      </w:r>
      <w:proofErr w:type="spellEnd"/>
      <w:r w:rsidR="003D7521">
        <w:rPr>
          <w:lang w:val="de-DE"/>
        </w:rPr>
        <w:t xml:space="preserve"> </w:t>
      </w:r>
      <w:proofErr w:type="spellStart"/>
      <w:r w:rsidR="003D7521">
        <w:rPr>
          <w:lang w:val="de-DE"/>
        </w:rPr>
        <w:t>America</w:t>
      </w:r>
      <w:proofErr w:type="spellEnd"/>
      <w:r w:rsidR="003D7521">
        <w:rPr>
          <w:lang w:val="de-DE"/>
        </w:rPr>
        <w:t xml:space="preserve"> </w:t>
      </w:r>
      <w:proofErr w:type="spellStart"/>
      <w:r w:rsidR="003D7521">
        <w:rPr>
          <w:lang w:val="de-DE"/>
        </w:rPr>
        <w:t>Sanofi</w:t>
      </w:r>
      <w:proofErr w:type="spellEnd"/>
      <w:r w:rsidR="003D7521">
        <w:rPr>
          <w:lang w:val="de-DE"/>
        </w:rPr>
        <w:t xml:space="preserve"> Consumer </w:t>
      </w:r>
      <w:proofErr w:type="spellStart"/>
      <w:r w:rsidR="003D7521">
        <w:rPr>
          <w:lang w:val="de-DE"/>
        </w:rPr>
        <w:t>Healthcare</w:t>
      </w:r>
      <w:proofErr w:type="spellEnd"/>
      <w:r w:rsidR="003D7521">
        <w:rPr>
          <w:lang w:val="de-DE"/>
        </w:rPr>
        <w:t xml:space="preserve">), </w:t>
      </w:r>
      <w:r w:rsidR="00FE5C0A" w:rsidRPr="00624052">
        <w:rPr>
          <w:lang w:val="de-DE"/>
        </w:rPr>
        <w:t xml:space="preserve">Dr. Theresa von </w:t>
      </w:r>
      <w:proofErr w:type="spellStart"/>
      <w:r w:rsidR="00FE5C0A" w:rsidRPr="00624052">
        <w:rPr>
          <w:lang w:val="de-DE"/>
        </w:rPr>
        <w:t>Fugler</w:t>
      </w:r>
      <w:proofErr w:type="spellEnd"/>
      <w:r w:rsidR="00FE5C0A" w:rsidRPr="00624052">
        <w:rPr>
          <w:lang w:val="de-DE"/>
        </w:rPr>
        <w:t xml:space="preserve"> (Geschäftsführerin </w:t>
      </w:r>
      <w:proofErr w:type="spellStart"/>
      <w:r w:rsidR="00FE5C0A" w:rsidRPr="00624052">
        <w:rPr>
          <w:lang w:val="de-DE"/>
        </w:rPr>
        <w:t>Sanofi</w:t>
      </w:r>
      <w:proofErr w:type="spellEnd"/>
      <w:r w:rsidR="00FE5C0A" w:rsidRPr="00624052">
        <w:rPr>
          <w:lang w:val="de-DE"/>
        </w:rPr>
        <w:t xml:space="preserve"> Consumer </w:t>
      </w:r>
      <w:proofErr w:type="spellStart"/>
      <w:r w:rsidR="00FE5C0A" w:rsidRPr="00624052">
        <w:rPr>
          <w:lang w:val="de-DE"/>
        </w:rPr>
        <w:t>Healthcare</w:t>
      </w:r>
      <w:proofErr w:type="spellEnd"/>
      <w:r w:rsidR="00FE5C0A" w:rsidRPr="00624052">
        <w:rPr>
          <w:lang w:val="de-DE"/>
        </w:rPr>
        <w:t xml:space="preserve"> Germany), </w:t>
      </w:r>
      <w:r w:rsidR="003D7521" w:rsidRPr="00624052">
        <w:rPr>
          <w:lang w:val="de-DE"/>
        </w:rPr>
        <w:t>Stephanie Wüst (Stadträtin und Wirtschaftsdezernentin der Stadt Frankfurt)</w:t>
      </w:r>
      <w:r w:rsidR="000F25F2">
        <w:rPr>
          <w:lang w:val="de-DE"/>
        </w:rPr>
        <w:t xml:space="preserve"> und </w:t>
      </w:r>
      <w:r w:rsidR="000F25F2" w:rsidRPr="00624052">
        <w:rPr>
          <w:lang w:val="de-DE"/>
        </w:rPr>
        <w:t>Umut Sönmez (Wirtschaftsstaatssekretär Hessen)</w:t>
      </w:r>
    </w:p>
    <w:p w14:paraId="55D4E011" w14:textId="6A5B882D" w:rsidR="00B96C28" w:rsidRDefault="00B96C28" w:rsidP="00B75380">
      <w:pPr>
        <w:spacing w:after="160" w:line="259" w:lineRule="auto"/>
        <w:jc w:val="left"/>
        <w:rPr>
          <w:lang w:val="de-DE"/>
        </w:rPr>
      </w:pPr>
      <w:r w:rsidRPr="00BC04E9">
        <w:rPr>
          <w:lang w:val="de-DE"/>
        </w:rPr>
        <w:t>©</w:t>
      </w:r>
      <w:proofErr w:type="spellStart"/>
      <w:r w:rsidR="007706BA">
        <w:rPr>
          <w:lang w:val="de-DE"/>
        </w:rPr>
        <w:t>Sanofi</w:t>
      </w:r>
      <w:proofErr w:type="spellEnd"/>
    </w:p>
    <w:p w14:paraId="5AA5600D" w14:textId="77777777" w:rsidR="007721CA" w:rsidRDefault="007721CA" w:rsidP="007721CA">
      <w:pPr>
        <w:pBdr>
          <w:bottom w:val="single" w:sz="6" w:space="1" w:color="auto"/>
        </w:pBdr>
        <w:contextualSpacing/>
        <w:rPr>
          <w:lang w:val="de-DE"/>
        </w:rPr>
      </w:pPr>
    </w:p>
    <w:p w14:paraId="678C6E79" w14:textId="77777777" w:rsidR="00FE5C0A" w:rsidRPr="00BB6E95" w:rsidRDefault="00FE5C0A" w:rsidP="007721CA">
      <w:pPr>
        <w:pBdr>
          <w:bottom w:val="single" w:sz="6" w:space="1" w:color="auto"/>
        </w:pBdr>
        <w:contextualSpacing/>
        <w:rPr>
          <w:sz w:val="20"/>
          <w:szCs w:val="20"/>
          <w:lang w:val="de-DE"/>
        </w:rPr>
      </w:pPr>
    </w:p>
    <w:p w14:paraId="39260F69" w14:textId="77777777" w:rsidR="007721CA" w:rsidRPr="00C0081B" w:rsidRDefault="007721CA" w:rsidP="007721CA">
      <w:pPr>
        <w:contextualSpacing/>
        <w:rPr>
          <w:sz w:val="20"/>
          <w:szCs w:val="20"/>
          <w:lang w:val="de-DE"/>
        </w:rPr>
      </w:pPr>
    </w:p>
    <w:p w14:paraId="31458287" w14:textId="77777777" w:rsidR="0012196C" w:rsidRPr="005E43F4" w:rsidRDefault="0012196C" w:rsidP="00C0081B">
      <w:pPr>
        <w:spacing w:after="0" w:line="240" w:lineRule="auto"/>
        <w:rPr>
          <w:rFonts w:ascii="Georgia" w:hAnsi="Georgia"/>
          <w:i/>
          <w:iCs/>
          <w:color w:val="7A00E6" w:themeColor="accent2"/>
          <w:sz w:val="20"/>
          <w:szCs w:val="20"/>
          <w:lang w:val="de-DE"/>
        </w:rPr>
      </w:pPr>
    </w:p>
    <w:p w14:paraId="2F301EC6" w14:textId="6894D894" w:rsidR="00C0081B" w:rsidRPr="00E42993" w:rsidRDefault="00C0081B" w:rsidP="00C0081B">
      <w:pPr>
        <w:spacing w:after="0" w:line="240" w:lineRule="auto"/>
        <w:rPr>
          <w:rFonts w:ascii="Georgia" w:hAnsi="Georgia"/>
          <w:i/>
          <w:iCs/>
          <w:color w:val="7A00E6" w:themeColor="accent2"/>
          <w:sz w:val="20"/>
          <w:szCs w:val="20"/>
          <w:lang w:val="sv-SE"/>
        </w:rPr>
      </w:pPr>
      <w:r w:rsidRPr="25754082">
        <w:rPr>
          <w:rFonts w:ascii="Georgia" w:hAnsi="Georgia"/>
          <w:i/>
          <w:iCs/>
          <w:color w:val="7A00E6" w:themeColor="accent2"/>
          <w:sz w:val="20"/>
          <w:szCs w:val="20"/>
          <w:lang w:val="sv-SE"/>
        </w:rPr>
        <w:t>Kontakt</w:t>
      </w:r>
    </w:p>
    <w:p w14:paraId="08A9C17F" w14:textId="31FFBC39" w:rsidR="25754082" w:rsidRDefault="25754082" w:rsidP="25754082">
      <w:pPr>
        <w:spacing w:after="0" w:line="240" w:lineRule="auto"/>
        <w:rPr>
          <w:rFonts w:ascii="Georgia" w:hAnsi="Georgia"/>
          <w:i/>
          <w:iCs/>
          <w:color w:val="7A00E6" w:themeColor="accent2"/>
          <w:sz w:val="20"/>
          <w:szCs w:val="20"/>
          <w:lang w:val="sv-SE"/>
        </w:rPr>
      </w:pPr>
    </w:p>
    <w:p w14:paraId="3A911CFD" w14:textId="4E665766" w:rsidR="25754082" w:rsidRDefault="00C0081B" w:rsidP="25754082">
      <w:pPr>
        <w:spacing w:after="0" w:line="240" w:lineRule="auto"/>
        <w:rPr>
          <w:sz w:val="20"/>
          <w:szCs w:val="20"/>
          <w:lang w:val="sv-SE"/>
        </w:rPr>
      </w:pPr>
      <w:r w:rsidRPr="25754082">
        <w:rPr>
          <w:b/>
          <w:bCs/>
          <w:color w:val="auto"/>
          <w:sz w:val="16"/>
          <w:szCs w:val="16"/>
          <w:lang w:val="sv-SE"/>
        </w:rPr>
        <w:t>Inga Zadora</w:t>
      </w:r>
      <w:r w:rsidRPr="25754082">
        <w:rPr>
          <w:sz w:val="20"/>
          <w:szCs w:val="20"/>
          <w:lang w:val="sv-SE"/>
        </w:rPr>
        <w:t xml:space="preserve"> </w:t>
      </w:r>
      <w:r w:rsidRPr="25754082">
        <w:rPr>
          <w:color w:val="auto"/>
          <w:sz w:val="16"/>
          <w:szCs w:val="16"/>
          <w:lang w:val="sv-SE"/>
        </w:rPr>
        <w:t>| + 49 69 30</w:t>
      </w:r>
      <w:r w:rsidR="3BD4B61E" w:rsidRPr="25754082">
        <w:rPr>
          <w:color w:val="auto"/>
          <w:sz w:val="16"/>
          <w:szCs w:val="16"/>
          <w:lang w:val="sv-SE"/>
        </w:rPr>
        <w:t xml:space="preserve"> </w:t>
      </w:r>
      <w:r w:rsidRPr="25754082">
        <w:rPr>
          <w:color w:val="auto"/>
          <w:sz w:val="16"/>
          <w:szCs w:val="16"/>
          <w:lang w:val="sv-SE"/>
        </w:rPr>
        <w:t>51</w:t>
      </w:r>
      <w:r w:rsidR="0373925B" w:rsidRPr="25754082">
        <w:rPr>
          <w:color w:val="auto"/>
          <w:sz w:val="16"/>
          <w:szCs w:val="16"/>
          <w:lang w:val="sv-SE"/>
        </w:rPr>
        <w:t xml:space="preserve"> </w:t>
      </w:r>
      <w:r w:rsidRPr="25754082">
        <w:rPr>
          <w:color w:val="auto"/>
          <w:sz w:val="16"/>
          <w:szCs w:val="16"/>
          <w:lang w:val="sv-SE"/>
        </w:rPr>
        <w:t>59</w:t>
      </w:r>
      <w:r w:rsidR="3C3BA722" w:rsidRPr="25754082">
        <w:rPr>
          <w:color w:val="auto"/>
          <w:sz w:val="16"/>
          <w:szCs w:val="16"/>
          <w:lang w:val="sv-SE"/>
        </w:rPr>
        <w:t xml:space="preserve"> </w:t>
      </w:r>
      <w:r w:rsidRPr="25754082">
        <w:rPr>
          <w:color w:val="auto"/>
          <w:sz w:val="16"/>
          <w:szCs w:val="16"/>
          <w:lang w:val="sv-SE"/>
        </w:rPr>
        <w:t xml:space="preserve">19 | </w:t>
      </w:r>
      <w:hyperlink r:id="rId16">
        <w:r w:rsidRPr="25754082">
          <w:rPr>
            <w:rStyle w:val="Hyperlink"/>
            <w:sz w:val="16"/>
            <w:szCs w:val="16"/>
            <w:lang w:val="sv-SE"/>
          </w:rPr>
          <w:t>inga.zadora@sanofi.com</w:t>
        </w:r>
      </w:hyperlink>
    </w:p>
    <w:p w14:paraId="6E746759" w14:textId="77777777" w:rsidR="00572AD3" w:rsidRPr="00572AD3" w:rsidRDefault="00572AD3" w:rsidP="25754082">
      <w:pPr>
        <w:spacing w:after="0" w:line="240" w:lineRule="auto"/>
        <w:rPr>
          <w:sz w:val="20"/>
          <w:szCs w:val="20"/>
          <w:lang w:val="sv-SE"/>
        </w:rPr>
      </w:pPr>
    </w:p>
    <w:p w14:paraId="23D38F1B" w14:textId="5FD773D7" w:rsidR="3CA517B2" w:rsidRDefault="3CA517B2" w:rsidP="25754082">
      <w:pPr>
        <w:spacing w:after="0" w:line="240" w:lineRule="auto"/>
        <w:rPr>
          <w:sz w:val="20"/>
          <w:szCs w:val="20"/>
          <w:lang w:val="sv-SE"/>
        </w:rPr>
      </w:pPr>
      <w:r w:rsidRPr="25754082">
        <w:rPr>
          <w:b/>
          <w:bCs/>
          <w:color w:val="auto"/>
          <w:sz w:val="16"/>
          <w:szCs w:val="16"/>
          <w:lang w:val="sv-SE"/>
        </w:rPr>
        <w:t xml:space="preserve">Anna-Lena Schäfer </w:t>
      </w:r>
      <w:r w:rsidRPr="25754082">
        <w:rPr>
          <w:color w:val="auto"/>
          <w:sz w:val="16"/>
          <w:szCs w:val="16"/>
          <w:lang w:val="sv-SE"/>
        </w:rPr>
        <w:t xml:space="preserve">| + 49 171 12 11 848 | </w:t>
      </w:r>
      <w:hyperlink r:id="rId17">
        <w:r w:rsidRPr="25754082">
          <w:rPr>
            <w:rStyle w:val="Hyperlink"/>
            <w:sz w:val="16"/>
            <w:szCs w:val="16"/>
            <w:lang w:val="sv-SE"/>
          </w:rPr>
          <w:t>a.schaefer@markenzeichen.de</w:t>
        </w:r>
      </w:hyperlink>
      <w:r w:rsidRPr="25754082">
        <w:rPr>
          <w:sz w:val="16"/>
          <w:szCs w:val="16"/>
          <w:lang w:val="sv-SE"/>
        </w:rPr>
        <w:t xml:space="preserve"> </w:t>
      </w:r>
    </w:p>
    <w:p w14:paraId="0A575459" w14:textId="5E2BC49E" w:rsidR="25754082" w:rsidRDefault="25754082" w:rsidP="25754082">
      <w:pPr>
        <w:spacing w:after="0" w:line="240" w:lineRule="auto"/>
        <w:rPr>
          <w:sz w:val="16"/>
          <w:szCs w:val="16"/>
          <w:lang w:val="sv-SE"/>
        </w:rPr>
      </w:pPr>
    </w:p>
    <w:p w14:paraId="4DD3C6E4" w14:textId="2A1A571F" w:rsidR="25754082" w:rsidRDefault="25754082" w:rsidP="25754082">
      <w:pPr>
        <w:spacing w:after="0" w:line="240" w:lineRule="auto"/>
        <w:rPr>
          <w:sz w:val="16"/>
          <w:szCs w:val="16"/>
          <w:lang w:val="sv-SE"/>
        </w:rPr>
      </w:pPr>
    </w:p>
    <w:sectPr w:rsidR="25754082" w:rsidSect="00990BFD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134" w:right="1134" w:bottom="1134" w:left="1134" w:header="964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BBE5B" w14:textId="77777777" w:rsidR="00183B44" w:rsidRDefault="00183B44" w:rsidP="00144D0D">
      <w:r>
        <w:separator/>
      </w:r>
    </w:p>
  </w:endnote>
  <w:endnote w:type="continuationSeparator" w:id="0">
    <w:p w14:paraId="69597A1F" w14:textId="77777777" w:rsidR="00183B44" w:rsidRDefault="00183B44" w:rsidP="00144D0D">
      <w:r>
        <w:continuationSeparator/>
      </w:r>
    </w:p>
  </w:endnote>
  <w:endnote w:type="continuationNotice" w:id="1">
    <w:p w14:paraId="56143E8E" w14:textId="77777777" w:rsidR="00183B44" w:rsidRDefault="00183B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84DDC" w14:textId="45924E02" w:rsidR="007B0BBD" w:rsidRPr="00C51472" w:rsidRDefault="00B94BB8" w:rsidP="00407102">
    <w:pPr>
      <w:tabs>
        <w:tab w:val="left" w:pos="2880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8C785A2" wp14:editId="1928F52B">
              <wp:simplePos x="0" y="0"/>
              <wp:positionH relativeFrom="margin">
                <wp:posOffset>5304155</wp:posOffset>
              </wp:positionH>
              <wp:positionV relativeFrom="page">
                <wp:posOffset>10067925</wp:posOffset>
              </wp:positionV>
              <wp:extent cx="899795" cy="251460"/>
              <wp:effectExtent l="0" t="0" r="1905" b="254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795" cy="25146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7AC2DD" w14:textId="77777777" w:rsidR="00B94BB8" w:rsidRPr="006C7170" w:rsidRDefault="00B94BB8" w:rsidP="00B94BB8">
                          <w:pPr>
                            <w:spacing w:after="0" w:line="240" w:lineRule="auto"/>
                            <w:ind w:left="-113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706BA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t>/</w: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706BA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6C7170">
                            <w:rPr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C785A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left:0;text-align:left;margin-left:417.65pt;margin-top:792.75pt;width:70.85pt;height:19.8pt;z-index:-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" fillcolor="window" stroked="f" strokeweight=".5pt">
              <v:textbox>
                <w:txbxContent>
                  <w:p w14:paraId="097AC2DD" w14:textId="77777777" w:rsidR="00B94BB8" w:rsidRPr="006C7170" w:rsidRDefault="00B94BB8" w:rsidP="00B94BB8">
                    <w:pPr>
                      <w:spacing w:after="0" w:line="240" w:lineRule="auto"/>
                      <w:ind w:left="-113"/>
                      <w:jc w:val="right"/>
                      <w:rPr>
                        <w:sz w:val="20"/>
                        <w:szCs w:val="20"/>
                      </w:rPr>
                    </w:pPr>
                    <w:r w:rsidRPr="006C7170">
                      <w:rPr>
                        <w:sz w:val="20"/>
                        <w:szCs w:val="20"/>
                      </w:rPr>
                      <w:fldChar w:fldCharType="begin"/>
                    </w:r>
                    <w:r w:rsidRPr="006C7170">
                      <w:rPr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Pr="006C7170">
                      <w:rPr>
                        <w:sz w:val="20"/>
                        <w:szCs w:val="20"/>
                      </w:rPr>
                      <w:fldChar w:fldCharType="separate"/>
                    </w:r>
                    <w:r w:rsidR="007706BA">
                      <w:rPr>
                        <w:noProof/>
                        <w:sz w:val="20"/>
                        <w:szCs w:val="20"/>
                      </w:rPr>
                      <w:t>2</w:t>
                    </w:r>
                    <w:r w:rsidRPr="006C7170">
                      <w:rPr>
                        <w:sz w:val="20"/>
                        <w:szCs w:val="20"/>
                      </w:rPr>
                      <w:fldChar w:fldCharType="end"/>
                    </w:r>
                    <w:r w:rsidRPr="006C7170">
                      <w:rPr>
                        <w:sz w:val="20"/>
                        <w:szCs w:val="20"/>
                      </w:rPr>
                      <w:t>/</w:t>
                    </w:r>
                    <w:r w:rsidRPr="006C7170">
                      <w:rPr>
                        <w:sz w:val="20"/>
                        <w:szCs w:val="20"/>
                      </w:rPr>
                      <w:fldChar w:fldCharType="begin"/>
                    </w:r>
                    <w:r w:rsidRPr="006C7170">
                      <w:rPr>
                        <w:sz w:val="20"/>
                        <w:szCs w:val="20"/>
                      </w:rPr>
                      <w:instrText xml:space="preserve"> NUMPAGES   \* MERGEFORMAT </w:instrText>
                    </w:r>
                    <w:r w:rsidRPr="006C7170">
                      <w:rPr>
                        <w:sz w:val="20"/>
                        <w:szCs w:val="20"/>
                      </w:rPr>
                      <w:fldChar w:fldCharType="separate"/>
                    </w:r>
                    <w:r w:rsidR="007706BA">
                      <w:rPr>
                        <w:noProof/>
                        <w:sz w:val="20"/>
                        <w:szCs w:val="20"/>
                      </w:rPr>
                      <w:t>2</w:t>
                    </w:r>
                    <w:r w:rsidRPr="006C7170">
                      <w:rPr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color w:val="ED6C4E" w:themeColor="accent3"/>
        <w:lang w:val="de-DE" w:eastAsia="de-DE"/>
      </w:rPr>
      <w:drawing>
        <wp:inline distT="0" distB="0" distL="0" distR="0" wp14:anchorId="56CE1662" wp14:editId="3B3D9A06">
          <wp:extent cx="550545" cy="154940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9" t="29176" r="13665" b="25849"/>
                  <a:stretch/>
                </pic:blipFill>
                <pic:spPr bwMode="auto">
                  <a:xfrm>
                    <a:off x="0" y="0"/>
                    <a:ext cx="550545" cy="154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07102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BB269" w14:textId="52B3F52C" w:rsidR="007B0BBD" w:rsidRPr="00C51472" w:rsidRDefault="00B94BB8" w:rsidP="00407102">
    <w:r>
      <w:rPr>
        <w:noProof/>
        <w:color w:val="ED6C4E" w:themeColor="accent3"/>
        <w:lang w:val="de-DE" w:eastAsia="de-DE"/>
      </w:rPr>
      <w:drawing>
        <wp:inline distT="0" distB="0" distL="0" distR="0" wp14:anchorId="5CD17944" wp14:editId="6B260F33">
          <wp:extent cx="550545" cy="154940"/>
          <wp:effectExtent l="0" t="0" r="0" b="0"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9" t="29176" r="13665" b="25849"/>
                  <a:stretch/>
                </pic:blipFill>
                <pic:spPr bwMode="auto">
                  <a:xfrm>
                    <a:off x="0" y="0"/>
                    <a:ext cx="550545" cy="154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07102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FAFC8BB" wp14:editId="1B5AA4AA">
              <wp:simplePos x="0" y="0"/>
              <wp:positionH relativeFrom="margin">
                <wp:posOffset>5255260</wp:posOffset>
              </wp:positionH>
              <wp:positionV relativeFrom="page">
                <wp:posOffset>10070465</wp:posOffset>
              </wp:positionV>
              <wp:extent cx="899795" cy="251460"/>
              <wp:effectExtent l="0" t="0" r="1905" b="254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9795" cy="25146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18C742" w14:textId="77777777" w:rsidR="00407102" w:rsidRPr="006C7170" w:rsidRDefault="00407102" w:rsidP="00407102">
                          <w:pPr>
                            <w:spacing w:after="0" w:line="240" w:lineRule="auto"/>
                            <w:ind w:left="-113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706BA">
                            <w:rPr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t>/</w: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instrText xml:space="preserve"> NUMPAGES   \* MERGEFORMAT </w:instrText>
                          </w:r>
                          <w:r w:rsidRPr="006C7170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706BA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6C7170">
                            <w:rPr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AFC8B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left:0;text-align:left;margin-left:413.8pt;margin-top:792.95pt;width:70.85pt;height:19.8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" fillcolor="window" stroked="f" strokeweight=".5pt">
              <v:textbox>
                <w:txbxContent>
                  <w:p w14:paraId="3018C742" w14:textId="77777777" w:rsidR="00407102" w:rsidRPr="006C7170" w:rsidRDefault="00407102" w:rsidP="00407102">
                    <w:pPr>
                      <w:spacing w:after="0" w:line="240" w:lineRule="auto"/>
                      <w:ind w:left="-113"/>
                      <w:jc w:val="right"/>
                      <w:rPr>
                        <w:sz w:val="20"/>
                        <w:szCs w:val="20"/>
                      </w:rPr>
                    </w:pPr>
                    <w:r w:rsidRPr="006C7170">
                      <w:rPr>
                        <w:sz w:val="20"/>
                        <w:szCs w:val="20"/>
                      </w:rPr>
                      <w:fldChar w:fldCharType="begin"/>
                    </w:r>
                    <w:r w:rsidRPr="006C7170">
                      <w:rPr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Pr="006C7170">
                      <w:rPr>
                        <w:sz w:val="20"/>
                        <w:szCs w:val="20"/>
                      </w:rPr>
                      <w:fldChar w:fldCharType="separate"/>
                    </w:r>
                    <w:r w:rsidR="007706BA">
                      <w:rPr>
                        <w:noProof/>
                        <w:sz w:val="20"/>
                        <w:szCs w:val="20"/>
                      </w:rPr>
                      <w:t>1</w:t>
                    </w:r>
                    <w:r w:rsidRPr="006C7170">
                      <w:rPr>
                        <w:sz w:val="20"/>
                        <w:szCs w:val="20"/>
                      </w:rPr>
                      <w:fldChar w:fldCharType="end"/>
                    </w:r>
                    <w:r w:rsidRPr="006C7170">
                      <w:rPr>
                        <w:sz w:val="20"/>
                        <w:szCs w:val="20"/>
                      </w:rPr>
                      <w:t>/</w:t>
                    </w:r>
                    <w:r w:rsidRPr="006C7170">
                      <w:rPr>
                        <w:sz w:val="20"/>
                        <w:szCs w:val="20"/>
                      </w:rPr>
                      <w:fldChar w:fldCharType="begin"/>
                    </w:r>
                    <w:r w:rsidRPr="006C7170">
                      <w:rPr>
                        <w:sz w:val="20"/>
                        <w:szCs w:val="20"/>
                      </w:rPr>
                      <w:instrText xml:space="preserve"> NUMPAGES   \* MERGEFORMAT </w:instrText>
                    </w:r>
                    <w:r w:rsidRPr="006C7170">
                      <w:rPr>
                        <w:sz w:val="20"/>
                        <w:szCs w:val="20"/>
                      </w:rPr>
                      <w:fldChar w:fldCharType="separate"/>
                    </w:r>
                    <w:r w:rsidR="007706BA">
                      <w:rPr>
                        <w:noProof/>
                        <w:sz w:val="20"/>
                        <w:szCs w:val="20"/>
                      </w:rPr>
                      <w:t>2</w:t>
                    </w:r>
                    <w:r w:rsidRPr="006C7170">
                      <w:rPr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1BC3E" w14:textId="77777777" w:rsidR="00183B44" w:rsidRDefault="00183B44" w:rsidP="00144D0D">
      <w:r>
        <w:separator/>
      </w:r>
    </w:p>
  </w:footnote>
  <w:footnote w:type="continuationSeparator" w:id="0">
    <w:p w14:paraId="4C1B894F" w14:textId="77777777" w:rsidR="00183B44" w:rsidRDefault="00183B44" w:rsidP="00144D0D">
      <w:r>
        <w:continuationSeparator/>
      </w:r>
    </w:p>
  </w:footnote>
  <w:footnote w:type="continuationNotice" w:id="1">
    <w:p w14:paraId="6B41D230" w14:textId="77777777" w:rsidR="00183B44" w:rsidRDefault="00183B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8781E" w14:textId="23FD799F" w:rsidR="00144EAD" w:rsidRDefault="00144E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F3C7C" w14:textId="14D5EA69" w:rsidR="00144EAD" w:rsidRDefault="00144EA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A2ECC" w14:textId="39F48DED" w:rsidR="00144EAD" w:rsidRDefault="00144E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20A"/>
    <w:multiLevelType w:val="multilevel"/>
    <w:tmpl w:val="1D5CAFEE"/>
    <w:styleLink w:val="Listeactuelle3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83709"/>
    <w:multiLevelType w:val="multilevel"/>
    <w:tmpl w:val="9AD67E12"/>
    <w:styleLink w:val="Listeactuelle1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2686E"/>
    <w:multiLevelType w:val="hybridMultilevel"/>
    <w:tmpl w:val="8F180BFC"/>
    <w:lvl w:ilvl="0" w:tplc="28E437E0">
      <w:start w:val="1"/>
      <w:numFmt w:val="bullet"/>
      <w:lvlText w:val=""/>
      <w:lvlJc w:val="left"/>
      <w:pPr>
        <w:ind w:left="284" w:hanging="284"/>
      </w:pPr>
      <w:rPr>
        <w:rFonts w:ascii="Wingdings 2" w:hAnsi="Wingdings 2" w:hint="default"/>
        <w:color w:val="auto"/>
        <w:sz w:val="15"/>
        <w:szCs w:val="15"/>
        <w:lang w:val="en-GB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05E6D"/>
    <w:multiLevelType w:val="hybridMultilevel"/>
    <w:tmpl w:val="6AC233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DC3BB8"/>
    <w:multiLevelType w:val="hybridMultilevel"/>
    <w:tmpl w:val="896C5FE0"/>
    <w:lvl w:ilvl="0" w:tplc="8130755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D060C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AC0018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FCD2C78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97C1DD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28E413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B42E9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396BB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752CA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5" w15:restartNumberingAfterBreak="0">
    <w:nsid w:val="363D7E29"/>
    <w:multiLevelType w:val="multilevel"/>
    <w:tmpl w:val="5DDADE44"/>
    <w:styleLink w:val="Listeactuelle6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  <w:sz w:val="12"/>
        <w:szCs w:val="12"/>
        <w:lang w:val="en-G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C7A35"/>
    <w:multiLevelType w:val="hybridMultilevel"/>
    <w:tmpl w:val="47CA7BEA"/>
    <w:lvl w:ilvl="0" w:tplc="33D6001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1" w:tplc="DE7490E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2" w:tplc="56A8E44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3" w:tplc="33188A4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61BCE34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5" w:tplc="7D1AE83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 w:tplc="F86E332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 w:tplc="28D4D50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8" w:tplc="CC94FC1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</w:abstractNum>
  <w:abstractNum w:abstractNumId="7" w15:restartNumberingAfterBreak="0">
    <w:nsid w:val="3D936056"/>
    <w:multiLevelType w:val="hybridMultilevel"/>
    <w:tmpl w:val="27286B80"/>
    <w:lvl w:ilvl="0" w:tplc="E11C68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F47A1"/>
    <w:multiLevelType w:val="hybridMultilevel"/>
    <w:tmpl w:val="3B024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A20"/>
    <w:multiLevelType w:val="multilevel"/>
    <w:tmpl w:val="5DBEAAFE"/>
    <w:styleLink w:val="Listeactuelle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06CFD"/>
    <w:multiLevelType w:val="hybridMultilevel"/>
    <w:tmpl w:val="F8D821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744CF"/>
    <w:multiLevelType w:val="multilevel"/>
    <w:tmpl w:val="9CFA969A"/>
    <w:styleLink w:val="Listeactuelle4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  <w:sz w:val="11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C16EB"/>
    <w:multiLevelType w:val="hybridMultilevel"/>
    <w:tmpl w:val="D474F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9E1EE1"/>
    <w:multiLevelType w:val="hybridMultilevel"/>
    <w:tmpl w:val="A790EC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60E57"/>
    <w:multiLevelType w:val="hybridMultilevel"/>
    <w:tmpl w:val="BAACE55E"/>
    <w:lvl w:ilvl="0" w:tplc="6420B9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6A534F"/>
    <w:multiLevelType w:val="multilevel"/>
    <w:tmpl w:val="C1F0A7B2"/>
    <w:styleLink w:val="Listeactuelle5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  <w:sz w:val="12"/>
        <w:szCs w:val="12"/>
        <w:lang w:val="en-GB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E5D78"/>
    <w:multiLevelType w:val="hybridMultilevel"/>
    <w:tmpl w:val="2C8C3C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206B7"/>
    <w:multiLevelType w:val="hybridMultilevel"/>
    <w:tmpl w:val="459A936C"/>
    <w:lvl w:ilvl="0" w:tplc="F83CAA7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  <w:sz w:val="15"/>
        <w:szCs w:val="15"/>
        <w:lang w:val="en-GB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"/>
  </w:num>
  <w:num w:numId="4">
    <w:abstractNumId w:val="9"/>
  </w:num>
  <w:num w:numId="5">
    <w:abstractNumId w:val="0"/>
  </w:num>
  <w:num w:numId="6">
    <w:abstractNumId w:val="11"/>
  </w:num>
  <w:num w:numId="7">
    <w:abstractNumId w:val="15"/>
  </w:num>
  <w:num w:numId="8">
    <w:abstractNumId w:val="5"/>
  </w:num>
  <w:num w:numId="9">
    <w:abstractNumId w:val="2"/>
  </w:num>
  <w:num w:numId="10">
    <w:abstractNumId w:val="12"/>
  </w:num>
  <w:num w:numId="11">
    <w:abstractNumId w:val="10"/>
  </w:num>
  <w:num w:numId="12">
    <w:abstractNumId w:val="3"/>
  </w:num>
  <w:num w:numId="13">
    <w:abstractNumId w:val="13"/>
  </w:num>
  <w:num w:numId="14">
    <w:abstractNumId w:val="16"/>
  </w:num>
  <w:num w:numId="15">
    <w:abstractNumId w:val="6"/>
  </w:num>
  <w:num w:numId="16">
    <w:abstractNumId w:val="8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4C"/>
    <w:rsid w:val="00002182"/>
    <w:rsid w:val="0000313A"/>
    <w:rsid w:val="000037B7"/>
    <w:rsid w:val="00004691"/>
    <w:rsid w:val="00005534"/>
    <w:rsid w:val="0000715B"/>
    <w:rsid w:val="00007F56"/>
    <w:rsid w:val="00017B23"/>
    <w:rsid w:val="000206EE"/>
    <w:rsid w:val="00023B3C"/>
    <w:rsid w:val="00031CC6"/>
    <w:rsid w:val="00031DD3"/>
    <w:rsid w:val="00032DF4"/>
    <w:rsid w:val="000401C7"/>
    <w:rsid w:val="00040E4B"/>
    <w:rsid w:val="0004411E"/>
    <w:rsid w:val="00046268"/>
    <w:rsid w:val="00053476"/>
    <w:rsid w:val="00053514"/>
    <w:rsid w:val="00057C8E"/>
    <w:rsid w:val="000600FC"/>
    <w:rsid w:val="0006084F"/>
    <w:rsid w:val="00062F69"/>
    <w:rsid w:val="00064073"/>
    <w:rsid w:val="000642B9"/>
    <w:rsid w:val="00065301"/>
    <w:rsid w:val="0006668F"/>
    <w:rsid w:val="00067730"/>
    <w:rsid w:val="00067CB3"/>
    <w:rsid w:val="000803B0"/>
    <w:rsid w:val="00081B15"/>
    <w:rsid w:val="000838B2"/>
    <w:rsid w:val="00087A8F"/>
    <w:rsid w:val="0009084A"/>
    <w:rsid w:val="000944D0"/>
    <w:rsid w:val="00097A38"/>
    <w:rsid w:val="000A2A20"/>
    <w:rsid w:val="000A5FE1"/>
    <w:rsid w:val="000B06C3"/>
    <w:rsid w:val="000B1138"/>
    <w:rsid w:val="000B1BB0"/>
    <w:rsid w:val="000B39EA"/>
    <w:rsid w:val="000B39EF"/>
    <w:rsid w:val="000B4251"/>
    <w:rsid w:val="000B65F7"/>
    <w:rsid w:val="000C0F4C"/>
    <w:rsid w:val="000C127F"/>
    <w:rsid w:val="000C3822"/>
    <w:rsid w:val="000C7058"/>
    <w:rsid w:val="000C751A"/>
    <w:rsid w:val="000D232B"/>
    <w:rsid w:val="000D3E9D"/>
    <w:rsid w:val="000D6B1A"/>
    <w:rsid w:val="000D7BD1"/>
    <w:rsid w:val="000E0AC5"/>
    <w:rsid w:val="000E0F36"/>
    <w:rsid w:val="000E2C59"/>
    <w:rsid w:val="000E6A8F"/>
    <w:rsid w:val="000F09F5"/>
    <w:rsid w:val="000F25F2"/>
    <w:rsid w:val="000F7FC5"/>
    <w:rsid w:val="00103AA7"/>
    <w:rsid w:val="001070C7"/>
    <w:rsid w:val="001100AD"/>
    <w:rsid w:val="0011023B"/>
    <w:rsid w:val="00110517"/>
    <w:rsid w:val="001112BA"/>
    <w:rsid w:val="00114864"/>
    <w:rsid w:val="00120CB3"/>
    <w:rsid w:val="0012196C"/>
    <w:rsid w:val="001220F7"/>
    <w:rsid w:val="00124A81"/>
    <w:rsid w:val="001251CB"/>
    <w:rsid w:val="00125A99"/>
    <w:rsid w:val="00125C9A"/>
    <w:rsid w:val="00126149"/>
    <w:rsid w:val="00132AD8"/>
    <w:rsid w:val="0013377B"/>
    <w:rsid w:val="00136188"/>
    <w:rsid w:val="00137669"/>
    <w:rsid w:val="00137961"/>
    <w:rsid w:val="00140E64"/>
    <w:rsid w:val="00140FED"/>
    <w:rsid w:val="00144CC7"/>
    <w:rsid w:val="00144D0D"/>
    <w:rsid w:val="00144EAD"/>
    <w:rsid w:val="001465F0"/>
    <w:rsid w:val="00147C43"/>
    <w:rsid w:val="001503B3"/>
    <w:rsid w:val="00153676"/>
    <w:rsid w:val="00154B64"/>
    <w:rsid w:val="00157B53"/>
    <w:rsid w:val="00162EEE"/>
    <w:rsid w:val="00164876"/>
    <w:rsid w:val="0016543D"/>
    <w:rsid w:val="00166B1D"/>
    <w:rsid w:val="001702E1"/>
    <w:rsid w:val="00170F83"/>
    <w:rsid w:val="00176377"/>
    <w:rsid w:val="00176EE3"/>
    <w:rsid w:val="00181135"/>
    <w:rsid w:val="0018208F"/>
    <w:rsid w:val="00182D11"/>
    <w:rsid w:val="00182F48"/>
    <w:rsid w:val="00183317"/>
    <w:rsid w:val="00183B44"/>
    <w:rsid w:val="00183DDE"/>
    <w:rsid w:val="00184234"/>
    <w:rsid w:val="00184D0F"/>
    <w:rsid w:val="001853F3"/>
    <w:rsid w:val="00186FC3"/>
    <w:rsid w:val="00194DB7"/>
    <w:rsid w:val="00196FA6"/>
    <w:rsid w:val="00197802"/>
    <w:rsid w:val="001A6B9F"/>
    <w:rsid w:val="001A6D68"/>
    <w:rsid w:val="001A7359"/>
    <w:rsid w:val="001B12A2"/>
    <w:rsid w:val="001B1BE3"/>
    <w:rsid w:val="001B272F"/>
    <w:rsid w:val="001B33A0"/>
    <w:rsid w:val="001B376D"/>
    <w:rsid w:val="001B52D9"/>
    <w:rsid w:val="001B6FFB"/>
    <w:rsid w:val="001B76B2"/>
    <w:rsid w:val="001C0947"/>
    <w:rsid w:val="001C5E48"/>
    <w:rsid w:val="001C7892"/>
    <w:rsid w:val="001D0A04"/>
    <w:rsid w:val="001D35CA"/>
    <w:rsid w:val="001D6128"/>
    <w:rsid w:val="001D6305"/>
    <w:rsid w:val="001D734A"/>
    <w:rsid w:val="001E2E3B"/>
    <w:rsid w:val="001E4300"/>
    <w:rsid w:val="001E46EF"/>
    <w:rsid w:val="001E5984"/>
    <w:rsid w:val="001E775E"/>
    <w:rsid w:val="001F2E4F"/>
    <w:rsid w:val="001F3899"/>
    <w:rsid w:val="001F57AF"/>
    <w:rsid w:val="001F6CAA"/>
    <w:rsid w:val="00200E19"/>
    <w:rsid w:val="00201215"/>
    <w:rsid w:val="002037A2"/>
    <w:rsid w:val="00204FA4"/>
    <w:rsid w:val="00207AB3"/>
    <w:rsid w:val="00212BF7"/>
    <w:rsid w:val="00216EB4"/>
    <w:rsid w:val="00217968"/>
    <w:rsid w:val="00226504"/>
    <w:rsid w:val="00226552"/>
    <w:rsid w:val="00231F06"/>
    <w:rsid w:val="00236997"/>
    <w:rsid w:val="00236A96"/>
    <w:rsid w:val="00236FBE"/>
    <w:rsid w:val="002371F9"/>
    <w:rsid w:val="00240D0D"/>
    <w:rsid w:val="00242CA3"/>
    <w:rsid w:val="0024554B"/>
    <w:rsid w:val="00245C25"/>
    <w:rsid w:val="00245EC1"/>
    <w:rsid w:val="002529D0"/>
    <w:rsid w:val="00253AFA"/>
    <w:rsid w:val="00255138"/>
    <w:rsid w:val="0025734E"/>
    <w:rsid w:val="00257A19"/>
    <w:rsid w:val="00261482"/>
    <w:rsid w:val="00263758"/>
    <w:rsid w:val="00266D46"/>
    <w:rsid w:val="00270C8B"/>
    <w:rsid w:val="002723D5"/>
    <w:rsid w:val="00274994"/>
    <w:rsid w:val="00275937"/>
    <w:rsid w:val="0028173A"/>
    <w:rsid w:val="00281B37"/>
    <w:rsid w:val="00281DDA"/>
    <w:rsid w:val="00284084"/>
    <w:rsid w:val="002858FB"/>
    <w:rsid w:val="002872E3"/>
    <w:rsid w:val="002879D4"/>
    <w:rsid w:val="00291045"/>
    <w:rsid w:val="002921B3"/>
    <w:rsid w:val="00295E94"/>
    <w:rsid w:val="00295F2B"/>
    <w:rsid w:val="00297FBC"/>
    <w:rsid w:val="002A060E"/>
    <w:rsid w:val="002A7BCF"/>
    <w:rsid w:val="002A7D10"/>
    <w:rsid w:val="002B02DE"/>
    <w:rsid w:val="002B1AF2"/>
    <w:rsid w:val="002B1EC7"/>
    <w:rsid w:val="002B2287"/>
    <w:rsid w:val="002B2B49"/>
    <w:rsid w:val="002B596E"/>
    <w:rsid w:val="002C2B4D"/>
    <w:rsid w:val="002C357A"/>
    <w:rsid w:val="002C4596"/>
    <w:rsid w:val="002C605C"/>
    <w:rsid w:val="002C6378"/>
    <w:rsid w:val="002C65E5"/>
    <w:rsid w:val="002D21E1"/>
    <w:rsid w:val="002D2312"/>
    <w:rsid w:val="002E1E3C"/>
    <w:rsid w:val="002E370A"/>
    <w:rsid w:val="002E4770"/>
    <w:rsid w:val="002E603E"/>
    <w:rsid w:val="002E6609"/>
    <w:rsid w:val="002E6B49"/>
    <w:rsid w:val="002E6BD9"/>
    <w:rsid w:val="002E6DAB"/>
    <w:rsid w:val="002E7BCD"/>
    <w:rsid w:val="002F2716"/>
    <w:rsid w:val="002F2D89"/>
    <w:rsid w:val="002F6581"/>
    <w:rsid w:val="002F76AC"/>
    <w:rsid w:val="0030261E"/>
    <w:rsid w:val="00303D4D"/>
    <w:rsid w:val="00305136"/>
    <w:rsid w:val="00306070"/>
    <w:rsid w:val="00307091"/>
    <w:rsid w:val="00310137"/>
    <w:rsid w:val="0031038E"/>
    <w:rsid w:val="00316011"/>
    <w:rsid w:val="0031787F"/>
    <w:rsid w:val="003226CB"/>
    <w:rsid w:val="003228C2"/>
    <w:rsid w:val="003238B7"/>
    <w:rsid w:val="00324AA7"/>
    <w:rsid w:val="003263B2"/>
    <w:rsid w:val="00327D00"/>
    <w:rsid w:val="0033080C"/>
    <w:rsid w:val="00332EF2"/>
    <w:rsid w:val="00336119"/>
    <w:rsid w:val="003366F5"/>
    <w:rsid w:val="003377D7"/>
    <w:rsid w:val="003379C2"/>
    <w:rsid w:val="00342EB9"/>
    <w:rsid w:val="00343F4B"/>
    <w:rsid w:val="00346A94"/>
    <w:rsid w:val="0035430C"/>
    <w:rsid w:val="00354E08"/>
    <w:rsid w:val="0035767A"/>
    <w:rsid w:val="00362EC7"/>
    <w:rsid w:val="00362ED3"/>
    <w:rsid w:val="003630A6"/>
    <w:rsid w:val="003652D2"/>
    <w:rsid w:val="00365C0A"/>
    <w:rsid w:val="00371011"/>
    <w:rsid w:val="003721B2"/>
    <w:rsid w:val="00372A58"/>
    <w:rsid w:val="0037302C"/>
    <w:rsid w:val="00376D24"/>
    <w:rsid w:val="00376FD3"/>
    <w:rsid w:val="003812AC"/>
    <w:rsid w:val="00381477"/>
    <w:rsid w:val="003961E1"/>
    <w:rsid w:val="00397161"/>
    <w:rsid w:val="003A0F25"/>
    <w:rsid w:val="003A16DA"/>
    <w:rsid w:val="003B0400"/>
    <w:rsid w:val="003B2C80"/>
    <w:rsid w:val="003B546D"/>
    <w:rsid w:val="003B549A"/>
    <w:rsid w:val="003B6EEA"/>
    <w:rsid w:val="003C23A4"/>
    <w:rsid w:val="003D42AF"/>
    <w:rsid w:val="003D6A8A"/>
    <w:rsid w:val="003D726A"/>
    <w:rsid w:val="003D7521"/>
    <w:rsid w:val="003D7DC6"/>
    <w:rsid w:val="003E4975"/>
    <w:rsid w:val="003E5FF3"/>
    <w:rsid w:val="003E660C"/>
    <w:rsid w:val="003E6808"/>
    <w:rsid w:val="003E6DBD"/>
    <w:rsid w:val="003E77A1"/>
    <w:rsid w:val="003F0F0E"/>
    <w:rsid w:val="003F2DFF"/>
    <w:rsid w:val="003F2F71"/>
    <w:rsid w:val="003F4993"/>
    <w:rsid w:val="00400ADD"/>
    <w:rsid w:val="0040390D"/>
    <w:rsid w:val="004055B8"/>
    <w:rsid w:val="0040623D"/>
    <w:rsid w:val="00407102"/>
    <w:rsid w:val="004072C0"/>
    <w:rsid w:val="00412FA3"/>
    <w:rsid w:val="004144D7"/>
    <w:rsid w:val="0041458E"/>
    <w:rsid w:val="0041553B"/>
    <w:rsid w:val="00415CF7"/>
    <w:rsid w:val="00420A25"/>
    <w:rsid w:val="00422800"/>
    <w:rsid w:val="004242A3"/>
    <w:rsid w:val="004350C2"/>
    <w:rsid w:val="004365AB"/>
    <w:rsid w:val="004373CF"/>
    <w:rsid w:val="004377CF"/>
    <w:rsid w:val="004445B1"/>
    <w:rsid w:val="0044718F"/>
    <w:rsid w:val="004521DB"/>
    <w:rsid w:val="00453586"/>
    <w:rsid w:val="0045755F"/>
    <w:rsid w:val="004618FA"/>
    <w:rsid w:val="00461D59"/>
    <w:rsid w:val="004627F9"/>
    <w:rsid w:val="00462E62"/>
    <w:rsid w:val="00466C88"/>
    <w:rsid w:val="00467156"/>
    <w:rsid w:val="00467D5D"/>
    <w:rsid w:val="00475871"/>
    <w:rsid w:val="0047603E"/>
    <w:rsid w:val="00485055"/>
    <w:rsid w:val="0048730D"/>
    <w:rsid w:val="004911F5"/>
    <w:rsid w:val="00494F95"/>
    <w:rsid w:val="00497943"/>
    <w:rsid w:val="004A0EC4"/>
    <w:rsid w:val="004B0F4D"/>
    <w:rsid w:val="004B2EBB"/>
    <w:rsid w:val="004B3259"/>
    <w:rsid w:val="004B4818"/>
    <w:rsid w:val="004B63A0"/>
    <w:rsid w:val="004B7CAD"/>
    <w:rsid w:val="004C0C89"/>
    <w:rsid w:val="004C0FB1"/>
    <w:rsid w:val="004C2228"/>
    <w:rsid w:val="004C31B4"/>
    <w:rsid w:val="004C4935"/>
    <w:rsid w:val="004C535B"/>
    <w:rsid w:val="004D04BE"/>
    <w:rsid w:val="004D50E9"/>
    <w:rsid w:val="004D590B"/>
    <w:rsid w:val="004D67E1"/>
    <w:rsid w:val="004D6F06"/>
    <w:rsid w:val="004E0FBB"/>
    <w:rsid w:val="004F0EA2"/>
    <w:rsid w:val="004F11DE"/>
    <w:rsid w:val="004F1A0E"/>
    <w:rsid w:val="004F4C4B"/>
    <w:rsid w:val="004F5DBA"/>
    <w:rsid w:val="00502530"/>
    <w:rsid w:val="005043EC"/>
    <w:rsid w:val="00510648"/>
    <w:rsid w:val="00510754"/>
    <w:rsid w:val="00511856"/>
    <w:rsid w:val="005179E5"/>
    <w:rsid w:val="00520542"/>
    <w:rsid w:val="0052061B"/>
    <w:rsid w:val="00531F57"/>
    <w:rsid w:val="0053263F"/>
    <w:rsid w:val="00534FA1"/>
    <w:rsid w:val="005364AC"/>
    <w:rsid w:val="00536A15"/>
    <w:rsid w:val="00536CE2"/>
    <w:rsid w:val="0053757C"/>
    <w:rsid w:val="0053793D"/>
    <w:rsid w:val="00547065"/>
    <w:rsid w:val="0055402E"/>
    <w:rsid w:val="00557C6B"/>
    <w:rsid w:val="005603C0"/>
    <w:rsid w:val="005641A4"/>
    <w:rsid w:val="00566F24"/>
    <w:rsid w:val="00567EF2"/>
    <w:rsid w:val="00572AD3"/>
    <w:rsid w:val="00572B2E"/>
    <w:rsid w:val="00573143"/>
    <w:rsid w:val="00573CB2"/>
    <w:rsid w:val="0057406C"/>
    <w:rsid w:val="00576159"/>
    <w:rsid w:val="00581CC4"/>
    <w:rsid w:val="00581F8A"/>
    <w:rsid w:val="00582396"/>
    <w:rsid w:val="00583F1B"/>
    <w:rsid w:val="00584239"/>
    <w:rsid w:val="00585972"/>
    <w:rsid w:val="005859F6"/>
    <w:rsid w:val="00587BDA"/>
    <w:rsid w:val="00587DC0"/>
    <w:rsid w:val="005934D0"/>
    <w:rsid w:val="00593EA5"/>
    <w:rsid w:val="00597079"/>
    <w:rsid w:val="005A0CAA"/>
    <w:rsid w:val="005A0DA9"/>
    <w:rsid w:val="005A16B5"/>
    <w:rsid w:val="005A448D"/>
    <w:rsid w:val="005A5A7C"/>
    <w:rsid w:val="005A6A95"/>
    <w:rsid w:val="005A7EF4"/>
    <w:rsid w:val="005B57F7"/>
    <w:rsid w:val="005B74DC"/>
    <w:rsid w:val="005C0478"/>
    <w:rsid w:val="005C1C11"/>
    <w:rsid w:val="005C2174"/>
    <w:rsid w:val="005C3823"/>
    <w:rsid w:val="005C5A2D"/>
    <w:rsid w:val="005D0F79"/>
    <w:rsid w:val="005D1036"/>
    <w:rsid w:val="005D1752"/>
    <w:rsid w:val="005D48F7"/>
    <w:rsid w:val="005D4AC8"/>
    <w:rsid w:val="005D50D4"/>
    <w:rsid w:val="005E076C"/>
    <w:rsid w:val="005E1725"/>
    <w:rsid w:val="005E1E79"/>
    <w:rsid w:val="005E3E01"/>
    <w:rsid w:val="005E43F4"/>
    <w:rsid w:val="005E5257"/>
    <w:rsid w:val="005E5EDF"/>
    <w:rsid w:val="005E7D99"/>
    <w:rsid w:val="005E7F55"/>
    <w:rsid w:val="005F4553"/>
    <w:rsid w:val="005F49C4"/>
    <w:rsid w:val="005F6531"/>
    <w:rsid w:val="00602BF5"/>
    <w:rsid w:val="00604261"/>
    <w:rsid w:val="0060496D"/>
    <w:rsid w:val="0061043A"/>
    <w:rsid w:val="0061066E"/>
    <w:rsid w:val="00610B49"/>
    <w:rsid w:val="006114B7"/>
    <w:rsid w:val="00613FC3"/>
    <w:rsid w:val="006159FB"/>
    <w:rsid w:val="00616A08"/>
    <w:rsid w:val="006217A6"/>
    <w:rsid w:val="00624052"/>
    <w:rsid w:val="006248DB"/>
    <w:rsid w:val="00624BAC"/>
    <w:rsid w:val="00626242"/>
    <w:rsid w:val="006268B2"/>
    <w:rsid w:val="00626F4C"/>
    <w:rsid w:val="006278CC"/>
    <w:rsid w:val="00630D7A"/>
    <w:rsid w:val="00633B1F"/>
    <w:rsid w:val="0063628B"/>
    <w:rsid w:val="006442E6"/>
    <w:rsid w:val="0064473C"/>
    <w:rsid w:val="00644DA8"/>
    <w:rsid w:val="00652294"/>
    <w:rsid w:val="0065306E"/>
    <w:rsid w:val="00654231"/>
    <w:rsid w:val="00654274"/>
    <w:rsid w:val="00654F4C"/>
    <w:rsid w:val="006669A6"/>
    <w:rsid w:val="00667A13"/>
    <w:rsid w:val="0067041C"/>
    <w:rsid w:val="00672DC2"/>
    <w:rsid w:val="0067475D"/>
    <w:rsid w:val="00680176"/>
    <w:rsid w:val="00680517"/>
    <w:rsid w:val="0068150D"/>
    <w:rsid w:val="00684387"/>
    <w:rsid w:val="00684DAB"/>
    <w:rsid w:val="00685387"/>
    <w:rsid w:val="00691EC7"/>
    <w:rsid w:val="006929F3"/>
    <w:rsid w:val="00692F8C"/>
    <w:rsid w:val="00693154"/>
    <w:rsid w:val="006979CF"/>
    <w:rsid w:val="006A058C"/>
    <w:rsid w:val="006A3A3C"/>
    <w:rsid w:val="006A3B7F"/>
    <w:rsid w:val="006A5BB6"/>
    <w:rsid w:val="006A7DF3"/>
    <w:rsid w:val="006B0566"/>
    <w:rsid w:val="006B05B1"/>
    <w:rsid w:val="006B0D9D"/>
    <w:rsid w:val="006B0DF4"/>
    <w:rsid w:val="006B23A1"/>
    <w:rsid w:val="006B297B"/>
    <w:rsid w:val="006B4975"/>
    <w:rsid w:val="006B569D"/>
    <w:rsid w:val="006B6A7E"/>
    <w:rsid w:val="006C1597"/>
    <w:rsid w:val="006C3A61"/>
    <w:rsid w:val="006C508E"/>
    <w:rsid w:val="006C7170"/>
    <w:rsid w:val="006D0D1E"/>
    <w:rsid w:val="006D0F21"/>
    <w:rsid w:val="006D16B8"/>
    <w:rsid w:val="006D4EAF"/>
    <w:rsid w:val="006D5685"/>
    <w:rsid w:val="006E1690"/>
    <w:rsid w:val="006E2746"/>
    <w:rsid w:val="006E318A"/>
    <w:rsid w:val="006E5F5E"/>
    <w:rsid w:val="006F023F"/>
    <w:rsid w:val="006F0FBA"/>
    <w:rsid w:val="006F2123"/>
    <w:rsid w:val="00700BEA"/>
    <w:rsid w:val="00704F0E"/>
    <w:rsid w:val="00711A92"/>
    <w:rsid w:val="00712DB4"/>
    <w:rsid w:val="00720E32"/>
    <w:rsid w:val="00722228"/>
    <w:rsid w:val="00726090"/>
    <w:rsid w:val="00732383"/>
    <w:rsid w:val="00733620"/>
    <w:rsid w:val="00733811"/>
    <w:rsid w:val="007338BE"/>
    <w:rsid w:val="00737133"/>
    <w:rsid w:val="007409CD"/>
    <w:rsid w:val="00741440"/>
    <w:rsid w:val="00742478"/>
    <w:rsid w:val="00742845"/>
    <w:rsid w:val="00743443"/>
    <w:rsid w:val="00745443"/>
    <w:rsid w:val="00752A6C"/>
    <w:rsid w:val="007546D7"/>
    <w:rsid w:val="00754F8C"/>
    <w:rsid w:val="00762248"/>
    <w:rsid w:val="00766701"/>
    <w:rsid w:val="007706BA"/>
    <w:rsid w:val="007721CA"/>
    <w:rsid w:val="00777ED2"/>
    <w:rsid w:val="007816BD"/>
    <w:rsid w:val="00782668"/>
    <w:rsid w:val="00786FBB"/>
    <w:rsid w:val="00790961"/>
    <w:rsid w:val="00794DAD"/>
    <w:rsid w:val="00795296"/>
    <w:rsid w:val="00796AA6"/>
    <w:rsid w:val="00797789"/>
    <w:rsid w:val="007A18FC"/>
    <w:rsid w:val="007A1A06"/>
    <w:rsid w:val="007A444D"/>
    <w:rsid w:val="007A4BD3"/>
    <w:rsid w:val="007B0BBD"/>
    <w:rsid w:val="007B3A09"/>
    <w:rsid w:val="007B4097"/>
    <w:rsid w:val="007B4B90"/>
    <w:rsid w:val="007B59CA"/>
    <w:rsid w:val="007C0BC5"/>
    <w:rsid w:val="007C20BF"/>
    <w:rsid w:val="007D5B50"/>
    <w:rsid w:val="007D67AB"/>
    <w:rsid w:val="007D777A"/>
    <w:rsid w:val="007D7877"/>
    <w:rsid w:val="007E0A6D"/>
    <w:rsid w:val="007E2CFD"/>
    <w:rsid w:val="007F5686"/>
    <w:rsid w:val="007F638B"/>
    <w:rsid w:val="007F6B2F"/>
    <w:rsid w:val="0080047E"/>
    <w:rsid w:val="00800F27"/>
    <w:rsid w:val="00803F13"/>
    <w:rsid w:val="00806211"/>
    <w:rsid w:val="008127CF"/>
    <w:rsid w:val="00813503"/>
    <w:rsid w:val="00814B0A"/>
    <w:rsid w:val="00815306"/>
    <w:rsid w:val="008211D5"/>
    <w:rsid w:val="00823DE9"/>
    <w:rsid w:val="008251DA"/>
    <w:rsid w:val="00825B21"/>
    <w:rsid w:val="008405A6"/>
    <w:rsid w:val="00842198"/>
    <w:rsid w:val="00846D62"/>
    <w:rsid w:val="00850ED5"/>
    <w:rsid w:val="0085463F"/>
    <w:rsid w:val="00856BCB"/>
    <w:rsid w:val="00862178"/>
    <w:rsid w:val="0086217E"/>
    <w:rsid w:val="00862C37"/>
    <w:rsid w:val="008655BA"/>
    <w:rsid w:val="008700CB"/>
    <w:rsid w:val="00872FFE"/>
    <w:rsid w:val="00873F0C"/>
    <w:rsid w:val="00875815"/>
    <w:rsid w:val="00875984"/>
    <w:rsid w:val="00876573"/>
    <w:rsid w:val="00876E1D"/>
    <w:rsid w:val="00877280"/>
    <w:rsid w:val="0087752C"/>
    <w:rsid w:val="00883C44"/>
    <w:rsid w:val="008859D7"/>
    <w:rsid w:val="008938F2"/>
    <w:rsid w:val="00893A21"/>
    <w:rsid w:val="00893C29"/>
    <w:rsid w:val="008944A4"/>
    <w:rsid w:val="00894F2B"/>
    <w:rsid w:val="00896ACB"/>
    <w:rsid w:val="008A1368"/>
    <w:rsid w:val="008A1FC9"/>
    <w:rsid w:val="008A4500"/>
    <w:rsid w:val="008A6A76"/>
    <w:rsid w:val="008B22BB"/>
    <w:rsid w:val="008B70FD"/>
    <w:rsid w:val="008C18AA"/>
    <w:rsid w:val="008C326C"/>
    <w:rsid w:val="008C4AD5"/>
    <w:rsid w:val="008D18D7"/>
    <w:rsid w:val="008D3C93"/>
    <w:rsid w:val="008D476B"/>
    <w:rsid w:val="008D59C2"/>
    <w:rsid w:val="008D5C82"/>
    <w:rsid w:val="008D6B31"/>
    <w:rsid w:val="008E4B98"/>
    <w:rsid w:val="008E6608"/>
    <w:rsid w:val="008E7285"/>
    <w:rsid w:val="008F2F2E"/>
    <w:rsid w:val="008F71C9"/>
    <w:rsid w:val="009009E2"/>
    <w:rsid w:val="00900E3C"/>
    <w:rsid w:val="00901486"/>
    <w:rsid w:val="00904C9A"/>
    <w:rsid w:val="00905E6B"/>
    <w:rsid w:val="00906FDB"/>
    <w:rsid w:val="00907F8F"/>
    <w:rsid w:val="00911597"/>
    <w:rsid w:val="00911D38"/>
    <w:rsid w:val="00915F8B"/>
    <w:rsid w:val="009227C2"/>
    <w:rsid w:val="00923FFA"/>
    <w:rsid w:val="00925683"/>
    <w:rsid w:val="0092765D"/>
    <w:rsid w:val="00927B8F"/>
    <w:rsid w:val="00931ABF"/>
    <w:rsid w:val="00931E50"/>
    <w:rsid w:val="009322FA"/>
    <w:rsid w:val="00934E65"/>
    <w:rsid w:val="00940210"/>
    <w:rsid w:val="00940D7E"/>
    <w:rsid w:val="00943086"/>
    <w:rsid w:val="009430A1"/>
    <w:rsid w:val="00943187"/>
    <w:rsid w:val="00945DD9"/>
    <w:rsid w:val="00951543"/>
    <w:rsid w:val="00953C20"/>
    <w:rsid w:val="00956113"/>
    <w:rsid w:val="009616FB"/>
    <w:rsid w:val="0096180D"/>
    <w:rsid w:val="009623EE"/>
    <w:rsid w:val="00963598"/>
    <w:rsid w:val="00970CE5"/>
    <w:rsid w:val="00971534"/>
    <w:rsid w:val="00972B36"/>
    <w:rsid w:val="00973A35"/>
    <w:rsid w:val="0097453B"/>
    <w:rsid w:val="0097702D"/>
    <w:rsid w:val="00980729"/>
    <w:rsid w:val="009834FC"/>
    <w:rsid w:val="00987D5E"/>
    <w:rsid w:val="009902C9"/>
    <w:rsid w:val="00990BFD"/>
    <w:rsid w:val="00991A64"/>
    <w:rsid w:val="00991EB4"/>
    <w:rsid w:val="0099290F"/>
    <w:rsid w:val="0099637D"/>
    <w:rsid w:val="009973FE"/>
    <w:rsid w:val="00997FD8"/>
    <w:rsid w:val="009A12F0"/>
    <w:rsid w:val="009A255C"/>
    <w:rsid w:val="009A259E"/>
    <w:rsid w:val="009A36EE"/>
    <w:rsid w:val="009A5453"/>
    <w:rsid w:val="009B0B60"/>
    <w:rsid w:val="009B1265"/>
    <w:rsid w:val="009B354E"/>
    <w:rsid w:val="009B435C"/>
    <w:rsid w:val="009B51F4"/>
    <w:rsid w:val="009B6C8D"/>
    <w:rsid w:val="009B701B"/>
    <w:rsid w:val="009B73CB"/>
    <w:rsid w:val="009C0476"/>
    <w:rsid w:val="009C16BF"/>
    <w:rsid w:val="009C327D"/>
    <w:rsid w:val="009C4C17"/>
    <w:rsid w:val="009C4CC8"/>
    <w:rsid w:val="009C4D0F"/>
    <w:rsid w:val="009C5408"/>
    <w:rsid w:val="009C543F"/>
    <w:rsid w:val="009C6DC7"/>
    <w:rsid w:val="009D14F1"/>
    <w:rsid w:val="009D5DEA"/>
    <w:rsid w:val="009D7FC3"/>
    <w:rsid w:val="009E027F"/>
    <w:rsid w:val="009E1681"/>
    <w:rsid w:val="009E3858"/>
    <w:rsid w:val="009E3F42"/>
    <w:rsid w:val="009E5A5D"/>
    <w:rsid w:val="009F074B"/>
    <w:rsid w:val="009F0C8A"/>
    <w:rsid w:val="009F2D98"/>
    <w:rsid w:val="009F6159"/>
    <w:rsid w:val="009F7F54"/>
    <w:rsid w:val="00A02C99"/>
    <w:rsid w:val="00A05B49"/>
    <w:rsid w:val="00A10EE5"/>
    <w:rsid w:val="00A110BB"/>
    <w:rsid w:val="00A12967"/>
    <w:rsid w:val="00A13ACC"/>
    <w:rsid w:val="00A20A88"/>
    <w:rsid w:val="00A252E0"/>
    <w:rsid w:val="00A27294"/>
    <w:rsid w:val="00A30947"/>
    <w:rsid w:val="00A3175B"/>
    <w:rsid w:val="00A32708"/>
    <w:rsid w:val="00A3732E"/>
    <w:rsid w:val="00A4022E"/>
    <w:rsid w:val="00A40A91"/>
    <w:rsid w:val="00A41004"/>
    <w:rsid w:val="00A43842"/>
    <w:rsid w:val="00A4453A"/>
    <w:rsid w:val="00A44E4D"/>
    <w:rsid w:val="00A45593"/>
    <w:rsid w:val="00A45D2E"/>
    <w:rsid w:val="00A46708"/>
    <w:rsid w:val="00A50444"/>
    <w:rsid w:val="00A51F11"/>
    <w:rsid w:val="00A52247"/>
    <w:rsid w:val="00A54520"/>
    <w:rsid w:val="00A54F0D"/>
    <w:rsid w:val="00A557D0"/>
    <w:rsid w:val="00A629C9"/>
    <w:rsid w:val="00A646C4"/>
    <w:rsid w:val="00A6711F"/>
    <w:rsid w:val="00A67C5D"/>
    <w:rsid w:val="00A721C6"/>
    <w:rsid w:val="00A735DF"/>
    <w:rsid w:val="00A760B5"/>
    <w:rsid w:val="00A76444"/>
    <w:rsid w:val="00A8214D"/>
    <w:rsid w:val="00A84E91"/>
    <w:rsid w:val="00A867E5"/>
    <w:rsid w:val="00A90E80"/>
    <w:rsid w:val="00A92F29"/>
    <w:rsid w:val="00A94FF6"/>
    <w:rsid w:val="00A972CD"/>
    <w:rsid w:val="00AA2DA5"/>
    <w:rsid w:val="00AA3207"/>
    <w:rsid w:val="00AB1445"/>
    <w:rsid w:val="00AB354C"/>
    <w:rsid w:val="00AB4D35"/>
    <w:rsid w:val="00AB6658"/>
    <w:rsid w:val="00AB6DFF"/>
    <w:rsid w:val="00AB6E93"/>
    <w:rsid w:val="00AC2504"/>
    <w:rsid w:val="00AC3B91"/>
    <w:rsid w:val="00AC538E"/>
    <w:rsid w:val="00AC6B75"/>
    <w:rsid w:val="00AC797D"/>
    <w:rsid w:val="00AD1899"/>
    <w:rsid w:val="00AD277A"/>
    <w:rsid w:val="00AD2E5C"/>
    <w:rsid w:val="00AD34E9"/>
    <w:rsid w:val="00AD6C9C"/>
    <w:rsid w:val="00AD7FFD"/>
    <w:rsid w:val="00AE125D"/>
    <w:rsid w:val="00AE3027"/>
    <w:rsid w:val="00AE348A"/>
    <w:rsid w:val="00AE4195"/>
    <w:rsid w:val="00AE68AF"/>
    <w:rsid w:val="00AE69E7"/>
    <w:rsid w:val="00AF0A8B"/>
    <w:rsid w:val="00AF2863"/>
    <w:rsid w:val="00B0265B"/>
    <w:rsid w:val="00B02A0B"/>
    <w:rsid w:val="00B04C89"/>
    <w:rsid w:val="00B051ED"/>
    <w:rsid w:val="00B0677A"/>
    <w:rsid w:val="00B10C8A"/>
    <w:rsid w:val="00B16559"/>
    <w:rsid w:val="00B20383"/>
    <w:rsid w:val="00B229B0"/>
    <w:rsid w:val="00B2319A"/>
    <w:rsid w:val="00B23C93"/>
    <w:rsid w:val="00B27579"/>
    <w:rsid w:val="00B33AF9"/>
    <w:rsid w:val="00B364CF"/>
    <w:rsid w:val="00B41AC1"/>
    <w:rsid w:val="00B45958"/>
    <w:rsid w:val="00B4794A"/>
    <w:rsid w:val="00B511B7"/>
    <w:rsid w:val="00B51BA2"/>
    <w:rsid w:val="00B5297C"/>
    <w:rsid w:val="00B52EC5"/>
    <w:rsid w:val="00B61779"/>
    <w:rsid w:val="00B61FCE"/>
    <w:rsid w:val="00B62744"/>
    <w:rsid w:val="00B6383F"/>
    <w:rsid w:val="00B64A4E"/>
    <w:rsid w:val="00B65488"/>
    <w:rsid w:val="00B665BC"/>
    <w:rsid w:val="00B67539"/>
    <w:rsid w:val="00B75380"/>
    <w:rsid w:val="00B76C78"/>
    <w:rsid w:val="00B772AB"/>
    <w:rsid w:val="00B776D0"/>
    <w:rsid w:val="00B87FC1"/>
    <w:rsid w:val="00B90C1B"/>
    <w:rsid w:val="00B92975"/>
    <w:rsid w:val="00B92ABA"/>
    <w:rsid w:val="00B94BB8"/>
    <w:rsid w:val="00B96C28"/>
    <w:rsid w:val="00BA0AD0"/>
    <w:rsid w:val="00BA160C"/>
    <w:rsid w:val="00BA21E0"/>
    <w:rsid w:val="00BA4A3F"/>
    <w:rsid w:val="00BA5C67"/>
    <w:rsid w:val="00BA7120"/>
    <w:rsid w:val="00BA79A0"/>
    <w:rsid w:val="00BB1DA8"/>
    <w:rsid w:val="00BB4018"/>
    <w:rsid w:val="00BB442B"/>
    <w:rsid w:val="00BB6E95"/>
    <w:rsid w:val="00BC04E9"/>
    <w:rsid w:val="00BC0B44"/>
    <w:rsid w:val="00BC0D79"/>
    <w:rsid w:val="00BC1042"/>
    <w:rsid w:val="00BC4A52"/>
    <w:rsid w:val="00BC6CB2"/>
    <w:rsid w:val="00BC6E3A"/>
    <w:rsid w:val="00BD2483"/>
    <w:rsid w:val="00BD260E"/>
    <w:rsid w:val="00BD380E"/>
    <w:rsid w:val="00BD46E7"/>
    <w:rsid w:val="00BD5EE0"/>
    <w:rsid w:val="00BD6E58"/>
    <w:rsid w:val="00BD7CEA"/>
    <w:rsid w:val="00BE4113"/>
    <w:rsid w:val="00BE4D44"/>
    <w:rsid w:val="00BE53C5"/>
    <w:rsid w:val="00BF02E7"/>
    <w:rsid w:val="00BF0631"/>
    <w:rsid w:val="00BF2D1E"/>
    <w:rsid w:val="00C002E2"/>
    <w:rsid w:val="00C0081B"/>
    <w:rsid w:val="00C06637"/>
    <w:rsid w:val="00C0667D"/>
    <w:rsid w:val="00C1089A"/>
    <w:rsid w:val="00C116D0"/>
    <w:rsid w:val="00C129E2"/>
    <w:rsid w:val="00C12A7B"/>
    <w:rsid w:val="00C138F4"/>
    <w:rsid w:val="00C145BD"/>
    <w:rsid w:val="00C1643A"/>
    <w:rsid w:val="00C16A52"/>
    <w:rsid w:val="00C17455"/>
    <w:rsid w:val="00C17753"/>
    <w:rsid w:val="00C17F40"/>
    <w:rsid w:val="00C22046"/>
    <w:rsid w:val="00C222FD"/>
    <w:rsid w:val="00C2661B"/>
    <w:rsid w:val="00C26686"/>
    <w:rsid w:val="00C30CA0"/>
    <w:rsid w:val="00C337A4"/>
    <w:rsid w:val="00C34BC2"/>
    <w:rsid w:val="00C36A4B"/>
    <w:rsid w:val="00C42BDE"/>
    <w:rsid w:val="00C51018"/>
    <w:rsid w:val="00C51472"/>
    <w:rsid w:val="00C51E8E"/>
    <w:rsid w:val="00C528CD"/>
    <w:rsid w:val="00C54B27"/>
    <w:rsid w:val="00C619AE"/>
    <w:rsid w:val="00C633E1"/>
    <w:rsid w:val="00C6670B"/>
    <w:rsid w:val="00C66B3A"/>
    <w:rsid w:val="00C6728E"/>
    <w:rsid w:val="00C67EE9"/>
    <w:rsid w:val="00C73D2D"/>
    <w:rsid w:val="00C73DFA"/>
    <w:rsid w:val="00C76E38"/>
    <w:rsid w:val="00C81A9D"/>
    <w:rsid w:val="00C82454"/>
    <w:rsid w:val="00C915E2"/>
    <w:rsid w:val="00C928D5"/>
    <w:rsid w:val="00C97009"/>
    <w:rsid w:val="00C971F4"/>
    <w:rsid w:val="00CA2886"/>
    <w:rsid w:val="00CA30C6"/>
    <w:rsid w:val="00CA333C"/>
    <w:rsid w:val="00CA7968"/>
    <w:rsid w:val="00CC083B"/>
    <w:rsid w:val="00CC35A0"/>
    <w:rsid w:val="00CC59A8"/>
    <w:rsid w:val="00CC68A0"/>
    <w:rsid w:val="00CD12EC"/>
    <w:rsid w:val="00CD2393"/>
    <w:rsid w:val="00CE02EB"/>
    <w:rsid w:val="00CE0CD4"/>
    <w:rsid w:val="00CE18E6"/>
    <w:rsid w:val="00CE248F"/>
    <w:rsid w:val="00CE359F"/>
    <w:rsid w:val="00CE52CC"/>
    <w:rsid w:val="00CF005F"/>
    <w:rsid w:val="00CF1402"/>
    <w:rsid w:val="00CF281B"/>
    <w:rsid w:val="00CF5959"/>
    <w:rsid w:val="00CF7EFB"/>
    <w:rsid w:val="00D031E5"/>
    <w:rsid w:val="00D03854"/>
    <w:rsid w:val="00D03F87"/>
    <w:rsid w:val="00D05BFD"/>
    <w:rsid w:val="00D103D6"/>
    <w:rsid w:val="00D12499"/>
    <w:rsid w:val="00D157D5"/>
    <w:rsid w:val="00D21A7D"/>
    <w:rsid w:val="00D22BA2"/>
    <w:rsid w:val="00D26461"/>
    <w:rsid w:val="00D2726F"/>
    <w:rsid w:val="00D30BB1"/>
    <w:rsid w:val="00D33B26"/>
    <w:rsid w:val="00D3491E"/>
    <w:rsid w:val="00D34B78"/>
    <w:rsid w:val="00D34BC8"/>
    <w:rsid w:val="00D405DD"/>
    <w:rsid w:val="00D42E85"/>
    <w:rsid w:val="00D46117"/>
    <w:rsid w:val="00D50310"/>
    <w:rsid w:val="00D513BD"/>
    <w:rsid w:val="00D543A6"/>
    <w:rsid w:val="00D54E50"/>
    <w:rsid w:val="00D606EA"/>
    <w:rsid w:val="00D62184"/>
    <w:rsid w:val="00D753AA"/>
    <w:rsid w:val="00D768A5"/>
    <w:rsid w:val="00D803DC"/>
    <w:rsid w:val="00D803E1"/>
    <w:rsid w:val="00D80C0F"/>
    <w:rsid w:val="00D8181A"/>
    <w:rsid w:val="00D825D4"/>
    <w:rsid w:val="00D84605"/>
    <w:rsid w:val="00D84E8C"/>
    <w:rsid w:val="00D85016"/>
    <w:rsid w:val="00D90EE2"/>
    <w:rsid w:val="00D90EF3"/>
    <w:rsid w:val="00D92B92"/>
    <w:rsid w:val="00D9404B"/>
    <w:rsid w:val="00DA3DA6"/>
    <w:rsid w:val="00DA6B4C"/>
    <w:rsid w:val="00DA7BE3"/>
    <w:rsid w:val="00DB3759"/>
    <w:rsid w:val="00DC02BB"/>
    <w:rsid w:val="00DC0FC2"/>
    <w:rsid w:val="00DC40F4"/>
    <w:rsid w:val="00DC50C7"/>
    <w:rsid w:val="00DC71CF"/>
    <w:rsid w:val="00DD15D0"/>
    <w:rsid w:val="00DD27E1"/>
    <w:rsid w:val="00DD2D9D"/>
    <w:rsid w:val="00DD4CDA"/>
    <w:rsid w:val="00DE2338"/>
    <w:rsid w:val="00DE34F0"/>
    <w:rsid w:val="00DE3E8B"/>
    <w:rsid w:val="00DE54EA"/>
    <w:rsid w:val="00DE639A"/>
    <w:rsid w:val="00DE7499"/>
    <w:rsid w:val="00DF0135"/>
    <w:rsid w:val="00DF18CD"/>
    <w:rsid w:val="00DF3728"/>
    <w:rsid w:val="00DF694A"/>
    <w:rsid w:val="00DF77E9"/>
    <w:rsid w:val="00DF7A61"/>
    <w:rsid w:val="00E03513"/>
    <w:rsid w:val="00E03DD8"/>
    <w:rsid w:val="00E04CE8"/>
    <w:rsid w:val="00E05152"/>
    <w:rsid w:val="00E066E2"/>
    <w:rsid w:val="00E069D6"/>
    <w:rsid w:val="00E11639"/>
    <w:rsid w:val="00E116E7"/>
    <w:rsid w:val="00E11DC2"/>
    <w:rsid w:val="00E14D99"/>
    <w:rsid w:val="00E162B8"/>
    <w:rsid w:val="00E20D1E"/>
    <w:rsid w:val="00E30FEA"/>
    <w:rsid w:val="00E317DB"/>
    <w:rsid w:val="00E40412"/>
    <w:rsid w:val="00E41E58"/>
    <w:rsid w:val="00E42993"/>
    <w:rsid w:val="00E46697"/>
    <w:rsid w:val="00E46962"/>
    <w:rsid w:val="00E46E21"/>
    <w:rsid w:val="00E471D6"/>
    <w:rsid w:val="00E51666"/>
    <w:rsid w:val="00E52300"/>
    <w:rsid w:val="00E55867"/>
    <w:rsid w:val="00E55C2C"/>
    <w:rsid w:val="00E62D80"/>
    <w:rsid w:val="00E63354"/>
    <w:rsid w:val="00E66043"/>
    <w:rsid w:val="00E67D3F"/>
    <w:rsid w:val="00E71805"/>
    <w:rsid w:val="00E739D1"/>
    <w:rsid w:val="00E76483"/>
    <w:rsid w:val="00E84EC5"/>
    <w:rsid w:val="00E90834"/>
    <w:rsid w:val="00E9573D"/>
    <w:rsid w:val="00EA0461"/>
    <w:rsid w:val="00EA7207"/>
    <w:rsid w:val="00EB0126"/>
    <w:rsid w:val="00EB089F"/>
    <w:rsid w:val="00EB3E43"/>
    <w:rsid w:val="00EB4C2F"/>
    <w:rsid w:val="00EB5DF5"/>
    <w:rsid w:val="00EB61F3"/>
    <w:rsid w:val="00EB71A5"/>
    <w:rsid w:val="00EC05C2"/>
    <w:rsid w:val="00EC325F"/>
    <w:rsid w:val="00EC3C85"/>
    <w:rsid w:val="00EC47AD"/>
    <w:rsid w:val="00EC61DA"/>
    <w:rsid w:val="00EC79C0"/>
    <w:rsid w:val="00ED043D"/>
    <w:rsid w:val="00ED19B8"/>
    <w:rsid w:val="00ED1A1E"/>
    <w:rsid w:val="00ED2002"/>
    <w:rsid w:val="00ED2C21"/>
    <w:rsid w:val="00ED3325"/>
    <w:rsid w:val="00ED3630"/>
    <w:rsid w:val="00ED4A35"/>
    <w:rsid w:val="00EE0B2E"/>
    <w:rsid w:val="00EE12AF"/>
    <w:rsid w:val="00EE34DC"/>
    <w:rsid w:val="00EE3578"/>
    <w:rsid w:val="00EE4B70"/>
    <w:rsid w:val="00EE5F82"/>
    <w:rsid w:val="00EE64D4"/>
    <w:rsid w:val="00EF38C3"/>
    <w:rsid w:val="00EF465F"/>
    <w:rsid w:val="00F003D0"/>
    <w:rsid w:val="00F036CF"/>
    <w:rsid w:val="00F0454F"/>
    <w:rsid w:val="00F06D0B"/>
    <w:rsid w:val="00F0736E"/>
    <w:rsid w:val="00F11212"/>
    <w:rsid w:val="00F12759"/>
    <w:rsid w:val="00F13369"/>
    <w:rsid w:val="00F14229"/>
    <w:rsid w:val="00F14AB9"/>
    <w:rsid w:val="00F16445"/>
    <w:rsid w:val="00F16DE7"/>
    <w:rsid w:val="00F204F9"/>
    <w:rsid w:val="00F20F64"/>
    <w:rsid w:val="00F257D9"/>
    <w:rsid w:val="00F3044F"/>
    <w:rsid w:val="00F31D39"/>
    <w:rsid w:val="00F33037"/>
    <w:rsid w:val="00F3770C"/>
    <w:rsid w:val="00F40A03"/>
    <w:rsid w:val="00F41C1F"/>
    <w:rsid w:val="00F444E5"/>
    <w:rsid w:val="00F447D2"/>
    <w:rsid w:val="00F45936"/>
    <w:rsid w:val="00F468BC"/>
    <w:rsid w:val="00F51076"/>
    <w:rsid w:val="00F54843"/>
    <w:rsid w:val="00F55463"/>
    <w:rsid w:val="00F56D63"/>
    <w:rsid w:val="00F56F28"/>
    <w:rsid w:val="00F56FA7"/>
    <w:rsid w:val="00F57A43"/>
    <w:rsid w:val="00F602C7"/>
    <w:rsid w:val="00F60D5D"/>
    <w:rsid w:val="00F61B88"/>
    <w:rsid w:val="00F63CC4"/>
    <w:rsid w:val="00F64450"/>
    <w:rsid w:val="00F65178"/>
    <w:rsid w:val="00F66E65"/>
    <w:rsid w:val="00F705E5"/>
    <w:rsid w:val="00F71E53"/>
    <w:rsid w:val="00F73EC9"/>
    <w:rsid w:val="00F740CF"/>
    <w:rsid w:val="00F74ECC"/>
    <w:rsid w:val="00F80C82"/>
    <w:rsid w:val="00F80DFB"/>
    <w:rsid w:val="00F83AF6"/>
    <w:rsid w:val="00F87323"/>
    <w:rsid w:val="00F91552"/>
    <w:rsid w:val="00F9179B"/>
    <w:rsid w:val="00F91DC1"/>
    <w:rsid w:val="00F93928"/>
    <w:rsid w:val="00F94E0E"/>
    <w:rsid w:val="00FA2352"/>
    <w:rsid w:val="00FA3D04"/>
    <w:rsid w:val="00FA61AF"/>
    <w:rsid w:val="00FA687C"/>
    <w:rsid w:val="00FA68CA"/>
    <w:rsid w:val="00FA6FFB"/>
    <w:rsid w:val="00FA72B7"/>
    <w:rsid w:val="00FB24D6"/>
    <w:rsid w:val="00FB26B4"/>
    <w:rsid w:val="00FB4745"/>
    <w:rsid w:val="00FB555B"/>
    <w:rsid w:val="00FB5F28"/>
    <w:rsid w:val="00FB6F54"/>
    <w:rsid w:val="00FB6FA9"/>
    <w:rsid w:val="00FC0133"/>
    <w:rsid w:val="00FC3A18"/>
    <w:rsid w:val="00FC6889"/>
    <w:rsid w:val="00FC7DBC"/>
    <w:rsid w:val="00FD1EE7"/>
    <w:rsid w:val="00FD3315"/>
    <w:rsid w:val="00FD53E6"/>
    <w:rsid w:val="00FD55B9"/>
    <w:rsid w:val="00FE0A26"/>
    <w:rsid w:val="00FE5516"/>
    <w:rsid w:val="00FE5C0A"/>
    <w:rsid w:val="00FF07B9"/>
    <w:rsid w:val="00FF11BD"/>
    <w:rsid w:val="00FF77B0"/>
    <w:rsid w:val="0373925B"/>
    <w:rsid w:val="05E724CF"/>
    <w:rsid w:val="1697F500"/>
    <w:rsid w:val="25754082"/>
    <w:rsid w:val="33AAFE9A"/>
    <w:rsid w:val="3BD4B61E"/>
    <w:rsid w:val="3C3BA722"/>
    <w:rsid w:val="3CA517B2"/>
    <w:rsid w:val="4EB70669"/>
    <w:rsid w:val="57F539D3"/>
    <w:rsid w:val="7247569D"/>
    <w:rsid w:val="72D0FF41"/>
    <w:rsid w:val="7C9B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E48225"/>
  <w15:chartTrackingRefBased/>
  <w15:docId w15:val="{0E3C0584-4DC9-4D45-83C8-59CAACFDE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5364AC"/>
    <w:pPr>
      <w:spacing w:after="120" w:line="242" w:lineRule="auto"/>
      <w:jc w:val="both"/>
    </w:pPr>
    <w:rPr>
      <w:rFonts w:ascii="Verdana" w:hAnsi="Verdana"/>
      <w:color w:val="000000" w:themeColor="text1"/>
      <w:sz w:val="19"/>
      <w:szCs w:val="19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420A25"/>
    <w:pPr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rsid w:val="002E6B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A0038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uiPriority w:val="99"/>
    <w:semiHidden/>
    <w:unhideWhenUsed/>
    <w:rsid w:val="007B0BBD"/>
  </w:style>
  <w:style w:type="table" w:styleId="Tabellenraster">
    <w:name w:val="Table Grid"/>
    <w:basedOn w:val="NormaleTabelle"/>
    <w:uiPriority w:val="39"/>
    <w:rsid w:val="007B0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20A25"/>
    <w:rPr>
      <w:rFonts w:ascii="Verdana" w:hAnsi="Verdana"/>
      <w:color w:val="000000" w:themeColor="text1"/>
      <w:sz w:val="19"/>
      <w:szCs w:val="19"/>
      <w:lang w:val="en-GB"/>
    </w:rPr>
  </w:style>
  <w:style w:type="numbering" w:customStyle="1" w:styleId="Listeactuelle1">
    <w:name w:val="Liste actuelle1"/>
    <w:uiPriority w:val="99"/>
    <w:rsid w:val="00F444E5"/>
    <w:pPr>
      <w:numPr>
        <w:numId w:val="3"/>
      </w:numPr>
    </w:pPr>
  </w:style>
  <w:style w:type="numbering" w:customStyle="1" w:styleId="Listeactuelle2">
    <w:name w:val="Liste actuelle2"/>
    <w:uiPriority w:val="99"/>
    <w:rsid w:val="00F444E5"/>
    <w:pPr>
      <w:numPr>
        <w:numId w:val="4"/>
      </w:numPr>
    </w:pPr>
  </w:style>
  <w:style w:type="numbering" w:customStyle="1" w:styleId="Listeactuelle3">
    <w:name w:val="Liste actuelle3"/>
    <w:uiPriority w:val="99"/>
    <w:rsid w:val="00F444E5"/>
    <w:pPr>
      <w:numPr>
        <w:numId w:val="5"/>
      </w:numPr>
    </w:pPr>
  </w:style>
  <w:style w:type="numbering" w:customStyle="1" w:styleId="Listeactuelle4">
    <w:name w:val="Liste actuelle4"/>
    <w:uiPriority w:val="99"/>
    <w:rsid w:val="00F444E5"/>
    <w:pPr>
      <w:numPr>
        <w:numId w:val="6"/>
      </w:numPr>
    </w:pPr>
  </w:style>
  <w:style w:type="numbering" w:customStyle="1" w:styleId="Listeactuelle5">
    <w:name w:val="Liste actuelle5"/>
    <w:uiPriority w:val="99"/>
    <w:rsid w:val="00DF18CD"/>
    <w:pPr>
      <w:numPr>
        <w:numId w:val="7"/>
      </w:numPr>
    </w:pPr>
  </w:style>
  <w:style w:type="numbering" w:customStyle="1" w:styleId="Listeactuelle6">
    <w:name w:val="Liste actuelle6"/>
    <w:uiPriority w:val="99"/>
    <w:rsid w:val="00DF18CD"/>
    <w:pPr>
      <w:numPr>
        <w:numId w:val="8"/>
      </w:numPr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803E1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90BFD"/>
    <w:rPr>
      <w:color w:val="C492FF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A7EF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EF4"/>
    <w:rPr>
      <w:rFonts w:ascii="Verdana" w:hAnsi="Verdana"/>
      <w:color w:val="000000" w:themeColor="text1"/>
      <w:sz w:val="20"/>
      <w:szCs w:val="20"/>
      <w:lang w:val="en-GB"/>
    </w:rPr>
  </w:style>
  <w:style w:type="character" w:styleId="Funotenzeichen">
    <w:name w:val="footnote reference"/>
    <w:basedOn w:val="Absatz-Standardschriftart"/>
    <w:uiPriority w:val="99"/>
    <w:semiHidden/>
    <w:unhideWhenUsed/>
    <w:rsid w:val="005A7EF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147C43"/>
    <w:rPr>
      <w:color w:val="5400B8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14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4864"/>
    <w:rPr>
      <w:rFonts w:ascii="Verdana" w:hAnsi="Verdana"/>
      <w:color w:val="000000" w:themeColor="text1"/>
      <w:sz w:val="19"/>
      <w:szCs w:val="19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114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4864"/>
    <w:rPr>
      <w:rFonts w:ascii="Verdana" w:hAnsi="Verdana"/>
      <w:color w:val="000000" w:themeColor="text1"/>
      <w:sz w:val="19"/>
      <w:szCs w:val="19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6B49"/>
    <w:rPr>
      <w:rFonts w:asciiTheme="majorHAnsi" w:eastAsiaTheme="majorEastAsia" w:hAnsiTheme="majorHAnsi" w:cstheme="majorBidi"/>
      <w:color w:val="1A0038" w:themeColor="accent1" w:themeShade="BF"/>
      <w:sz w:val="26"/>
      <w:szCs w:val="26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E6B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E6B49"/>
    <w:pPr>
      <w:spacing w:after="160" w:line="240" w:lineRule="auto"/>
      <w:jc w:val="left"/>
    </w:pPr>
    <w:rPr>
      <w:rFonts w:asciiTheme="minorHAnsi" w:hAnsiTheme="minorHAnsi"/>
      <w:color w:val="auto"/>
      <w:kern w:val="2"/>
      <w:sz w:val="20"/>
      <w:szCs w:val="20"/>
      <w:lang w:val="de-DE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E6B49"/>
    <w:rPr>
      <w:kern w:val="2"/>
      <w:sz w:val="20"/>
      <w:szCs w:val="20"/>
      <w:lang w:val="de-DE"/>
      <w14:ligatures w14:val="standardContextual"/>
    </w:rPr>
  </w:style>
  <w:style w:type="character" w:customStyle="1" w:styleId="Mention">
    <w:name w:val="Mention"/>
    <w:basedOn w:val="Absatz-Standardschriftart"/>
    <w:uiPriority w:val="99"/>
    <w:unhideWhenUsed/>
    <w:rsid w:val="002E6B49"/>
    <w:rPr>
      <w:color w:val="2B579A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7041C"/>
    <w:pPr>
      <w:spacing w:after="120"/>
      <w:jc w:val="both"/>
    </w:pPr>
    <w:rPr>
      <w:rFonts w:ascii="Verdana" w:hAnsi="Verdana"/>
      <w:b/>
      <w:bCs/>
      <w:color w:val="000000" w:themeColor="text1"/>
      <w:kern w:val="0"/>
      <w:lang w:val="en-GB"/>
      <w14:ligatures w14:val="non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7041C"/>
    <w:rPr>
      <w:rFonts w:ascii="Verdana" w:hAnsi="Verdana"/>
      <w:b/>
      <w:bCs/>
      <w:color w:val="000000" w:themeColor="text1"/>
      <w:kern w:val="2"/>
      <w:sz w:val="20"/>
      <w:szCs w:val="20"/>
      <w:lang w:val="en-GB"/>
      <w14:ligatures w14:val="standardContextual"/>
    </w:rPr>
  </w:style>
  <w:style w:type="paragraph" w:styleId="Listenabsatz">
    <w:name w:val="List Paragraph"/>
    <w:basedOn w:val="Standard"/>
    <w:uiPriority w:val="34"/>
    <w:qFormat/>
    <w:rsid w:val="00EB089F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D34BC8"/>
  </w:style>
  <w:style w:type="paragraph" w:styleId="berarbeitung">
    <w:name w:val="Revision"/>
    <w:hidden/>
    <w:uiPriority w:val="99"/>
    <w:semiHidden/>
    <w:rsid w:val="00125A99"/>
    <w:rPr>
      <w:rFonts w:ascii="Verdana" w:hAnsi="Verdana"/>
      <w:color w:val="000000" w:themeColor="text1"/>
      <w:sz w:val="19"/>
      <w:szCs w:val="19"/>
      <w:lang w:val="en-GB"/>
    </w:rPr>
  </w:style>
  <w:style w:type="character" w:customStyle="1" w:styleId="normaltextrun">
    <w:name w:val="normaltextrun"/>
    <w:basedOn w:val="Absatz-Standardschriftart"/>
    <w:rsid w:val="00F60D5D"/>
  </w:style>
  <w:style w:type="character" w:customStyle="1" w:styleId="eop">
    <w:name w:val="eop"/>
    <w:basedOn w:val="Absatz-Standardschriftart"/>
    <w:rsid w:val="00F6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3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33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a.schaefer@markenzeiche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ga.zadora@sanofi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0296817\OneDrive%20-%20Sanofi\2.%20PRESS%20RELEASES\BRANDING\220121_SN_PR_TEMPLATE_COUNTRY.dotx" TargetMode="External"/></Relationships>
</file>

<file path=word/theme/theme1.xml><?xml version="1.0" encoding="utf-8"?>
<a:theme xmlns:a="http://schemas.openxmlformats.org/drawingml/2006/main" name="Thème Office">
  <a:themeElements>
    <a:clrScheme name="00. Sanofi">
      <a:dk1>
        <a:sysClr val="windowText" lastClr="000000"/>
      </a:dk1>
      <a:lt1>
        <a:sysClr val="window" lastClr="FFFFFF"/>
      </a:lt1>
      <a:dk2>
        <a:srgbClr val="F4F2F6"/>
      </a:dk2>
      <a:lt2>
        <a:srgbClr val="F5F5F5"/>
      </a:lt2>
      <a:accent1>
        <a:srgbClr val="23004C"/>
      </a:accent1>
      <a:accent2>
        <a:srgbClr val="7A00E6"/>
      </a:accent2>
      <a:accent3>
        <a:srgbClr val="ED6C4E"/>
      </a:accent3>
      <a:accent4>
        <a:srgbClr val="62D488"/>
      </a:accent4>
      <a:accent5>
        <a:srgbClr val="F6C243"/>
      </a:accent5>
      <a:accent6>
        <a:srgbClr val="CA99F5"/>
      </a:accent6>
      <a:hlink>
        <a:srgbClr val="5400B8"/>
      </a:hlink>
      <a:folHlink>
        <a:srgbClr val="C492FF"/>
      </a:folHlink>
    </a:clrScheme>
    <a:fontScheme name="00. Sanofi System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BC14083F19D24D8A1122D6D9EA39F2" ma:contentTypeVersion="13" ma:contentTypeDescription="Ein neues Dokument erstellen." ma:contentTypeScope="" ma:versionID="d39405dcd3a5345f92655ef3ba238493">
  <xsd:schema xmlns:xsd="http://www.w3.org/2001/XMLSchema" xmlns:xs="http://www.w3.org/2001/XMLSchema" xmlns:p="http://schemas.microsoft.com/office/2006/metadata/properties" xmlns:ns2="cf3b74d0-d960-4483-b99b-694e3b63aa8f" xmlns:ns3="7e7654c4-d616-4b7f-8233-05fadc118062" targetNamespace="http://schemas.microsoft.com/office/2006/metadata/properties" ma:root="true" ma:fieldsID="57895f6186d90d71afbdafce56361334" ns2:_="" ns3:_="">
    <xsd:import namespace="cf3b74d0-d960-4483-b99b-694e3b63aa8f"/>
    <xsd:import namespace="7e7654c4-d616-4b7f-8233-05fadc118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b74d0-d960-4483-b99b-694e3b63aa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4fb0b088-da3c-47ed-872c-fc1360427a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4c4-d616-4b7f-8233-05fadc118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e7654c4-d616-4b7f-8233-05fadc118062">
      <UserInfo>
        <DisplayName>Bonhoff, Karsten  /DE</DisplayName>
        <AccountId>47</AccountId>
        <AccountType/>
      </UserInfo>
      <UserInfo>
        <DisplayName>SharingLinks.466b505a-ac38-47bd-a266-0081ef83e525.OrganizationEdit.8f0ed2c0-1348-4f3b-bb25-fc12839fac3b</DisplayName>
        <AccountId>57</AccountId>
        <AccountType/>
      </UserInfo>
      <UserInfo>
        <DisplayName>Von Fugler, Theresa /DE</DisplayName>
        <AccountId>19</AccountId>
        <AccountType/>
      </UserInfo>
    </SharedWithUsers>
    <lcf76f155ced4ddcb4097134ff3c332f xmlns="cf3b74d0-d960-4483-b99b-694e3b63aa8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410DE-8654-4ED6-AE7F-D2C7A36B5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3b74d0-d960-4483-b99b-694e3b63aa8f"/>
    <ds:schemaRef ds:uri="7e7654c4-d616-4b7f-8233-05fadc118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1522C3-51BF-4811-89E6-BCB7ABD735C4}">
  <ds:schemaRefs>
    <ds:schemaRef ds:uri="http://schemas.microsoft.com/office/2006/metadata/properties"/>
    <ds:schemaRef ds:uri="http://schemas.microsoft.com/office/infopath/2007/PartnerControls"/>
    <ds:schemaRef ds:uri="7e7654c4-d616-4b7f-8233-05fadc118062"/>
    <ds:schemaRef ds:uri="cf3b74d0-d960-4483-b99b-694e3b63aa8f"/>
  </ds:schemaRefs>
</ds:datastoreItem>
</file>

<file path=customXml/itemProps3.xml><?xml version="1.0" encoding="utf-8"?>
<ds:datastoreItem xmlns:ds="http://schemas.openxmlformats.org/officeDocument/2006/customXml" ds:itemID="{FF2422CF-3039-4369-A271-438039FAF8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E8B31B-BB90-49D1-8D3F-99F14DDA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220121_SN_PR_TEMPLATE_COUNTRY.dotx</Template>
  <TotalTime>0</TotalTime>
  <Pages>2</Pages>
  <Words>164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Links>
    <vt:vector size="12" baseType="variant">
      <vt:variant>
        <vt:i4>1310841</vt:i4>
      </vt:variant>
      <vt:variant>
        <vt:i4>3</vt:i4>
      </vt:variant>
      <vt:variant>
        <vt:i4>0</vt:i4>
      </vt:variant>
      <vt:variant>
        <vt:i4>5</vt:i4>
      </vt:variant>
      <vt:variant>
        <vt:lpwstr>mailto:a.schaefer@markenzeichen.de</vt:lpwstr>
      </vt:variant>
      <vt:variant>
        <vt:lpwstr/>
      </vt:variant>
      <vt:variant>
        <vt:i4>1507437</vt:i4>
      </vt:variant>
      <vt:variant>
        <vt:i4>0</vt:i4>
      </vt:variant>
      <vt:variant>
        <vt:i4>0</vt:i4>
      </vt:variant>
      <vt:variant>
        <vt:i4>5</vt:i4>
      </vt:variant>
      <vt:variant>
        <vt:lpwstr>mailto:inga.zadora@sanofi.com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 Fugler, Theresa /DE</dc:creator>
  <cp:keywords/>
  <dc:description/>
  <cp:lastModifiedBy>Benutzer01</cp:lastModifiedBy>
  <cp:revision>12</cp:revision>
  <cp:lastPrinted>2024-07-10T08:07:00Z</cp:lastPrinted>
  <dcterms:created xsi:type="dcterms:W3CDTF">2024-07-10T08:07:00Z</dcterms:created>
  <dcterms:modified xsi:type="dcterms:W3CDTF">2024-07-10T15:06:00Z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0x010100B2BC14083F19D24D8A1122D6D9EA39F2</vt:lpwstr>
  </property>
  <property fmtid="{D5CDD505-2E9C-101B-9397-08002B2CF9AE}" pid="3" name="MediaServiceImageTags">
    <vt:lpwstr/>
  </property>
  <property fmtid="{D5CDD505-2E9C-101B-9397-08002B2CF9AE}" pid="4" name="MSIP_Label_d9088468-0951-4aef-9cc3-0a346e475ddc_Enabled">
    <vt:lpwstr>true</vt:lpwstr>
  </property>
  <property fmtid="{D5CDD505-2E9C-101B-9397-08002B2CF9AE}" pid="5" name="MSIP_Label_d9088468-0951-4aef-9cc3-0a346e475ddc_SetDate">
    <vt:lpwstr>2023-07-10T11:36:30Z</vt:lpwstr>
  </property>
  <property fmtid="{D5CDD505-2E9C-101B-9397-08002B2CF9AE}" pid="6" name="MSIP_Label_d9088468-0951-4aef-9cc3-0a346e475ddc_Method">
    <vt:lpwstr>Privileged</vt:lpwstr>
  </property>
  <property fmtid="{D5CDD505-2E9C-101B-9397-08002B2CF9AE}" pid="7" name="MSIP_Label_d9088468-0951-4aef-9cc3-0a346e475ddc_Name">
    <vt:lpwstr>Public</vt:lpwstr>
  </property>
  <property fmtid="{D5CDD505-2E9C-101B-9397-08002B2CF9AE}" pid="8" name="MSIP_Label_d9088468-0951-4aef-9cc3-0a346e475ddc_SiteId">
    <vt:lpwstr>aca3c8d6-aa71-4e1a-a10e-03572fc58c0b</vt:lpwstr>
  </property>
  <property fmtid="{D5CDD505-2E9C-101B-9397-08002B2CF9AE}" pid="9" name="MSIP_Label_d9088468-0951-4aef-9cc3-0a346e475ddc_ActionId">
    <vt:lpwstr>a2e25afc-3b3e-4851-afd7-4b7dddd706f1</vt:lpwstr>
  </property>
  <property fmtid="{D5CDD505-2E9C-101B-9397-08002B2CF9AE}" pid="10" name="MSIP_Label_d9088468-0951-4aef-9cc3-0a346e475ddc_ContentBits">
    <vt:lpwstr>0</vt:lpwstr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xd_Signature">
    <vt:bool>false</vt:bool>
  </property>
  <property fmtid="{D5CDD505-2E9C-101B-9397-08002B2CF9AE}" pid="17" name="SharedWithUsers">
    <vt:lpwstr>47;#Bonhoff, Karsten  /DE;#57;#SharingLinks.466b505a-ac38-47bd-a266-0081ef83e525.OrganizationEdit.8f0ed2c0-1348-4f3b-bb25-fc12839fac3b;#19;#Von Fugler, Theresa /DE</vt:lpwstr>
  </property>
</Properties>
</file>